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BAD" w:rsidRDefault="00A36BAD" w:rsidP="00DA276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Задания по обществознанию  8 класс </w:t>
      </w:r>
    </w:p>
    <w:p w:rsidR="00A36BAD" w:rsidRPr="004B5413" w:rsidRDefault="00A36BAD" w:rsidP="00DA276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Муниципальный этап</w:t>
      </w:r>
    </w:p>
    <w:p w:rsidR="00A36BAD" w:rsidRDefault="00A36BAD" w:rsidP="00D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</w:t>
      </w:r>
      <w:r>
        <w:rPr>
          <w:rFonts w:ascii="Times New Roman" w:hAnsi="Times New Roman"/>
          <w:b/>
          <w:sz w:val="28"/>
          <w:szCs w:val="28"/>
        </w:rPr>
        <w:t>Время на подготовку</w:t>
      </w:r>
      <w:r>
        <w:rPr>
          <w:rFonts w:ascii="Times New Roman" w:hAnsi="Times New Roman"/>
          <w:b/>
          <w:bCs/>
          <w:sz w:val="28"/>
          <w:szCs w:val="28"/>
        </w:rPr>
        <w:t xml:space="preserve">  1 час 20 мин.</w:t>
      </w:r>
    </w:p>
    <w:p w:rsidR="00A36BAD" w:rsidRDefault="00A36BAD" w:rsidP="00D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36BAD" w:rsidRPr="0023071B" w:rsidRDefault="00A36BAD" w:rsidP="00DA276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23071B">
        <w:rPr>
          <w:rFonts w:ascii="Times New Roman" w:hAnsi="Times New Roman"/>
          <w:b/>
          <w:bCs/>
          <w:sz w:val="28"/>
          <w:szCs w:val="28"/>
        </w:rPr>
        <w:t>1. «Да» или «нет»? Если вы согласны с утверждением, напишите «Да», если не согласны — «Нет». Внесите свои ответы в таблицу.</w:t>
      </w:r>
      <w:r w:rsidRPr="007971B1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(12 баллов, по 2 балла за правильный ответ)</w:t>
      </w:r>
    </w:p>
    <w:p w:rsidR="00A36BAD" w:rsidRPr="007971B1" w:rsidRDefault="00A36BAD" w:rsidP="00DA2763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7971B1">
        <w:rPr>
          <w:rFonts w:ascii="Times New Roman" w:hAnsi="Times New Roman"/>
          <w:sz w:val="28"/>
          <w:szCs w:val="28"/>
        </w:rPr>
        <w:t>Нравы и правила поведения людей одинаковы для всех обществ во всех эпохах</w:t>
      </w:r>
      <w:r>
        <w:rPr>
          <w:rFonts w:ascii="Times New Roman" w:hAnsi="Times New Roman"/>
          <w:sz w:val="28"/>
          <w:szCs w:val="28"/>
        </w:rPr>
        <w:t>.</w:t>
      </w:r>
    </w:p>
    <w:p w:rsidR="00A36BAD" w:rsidRPr="007971B1" w:rsidRDefault="00A36BAD" w:rsidP="00DA276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971B1">
        <w:rPr>
          <w:rFonts w:ascii="Times New Roman" w:hAnsi="Times New Roman"/>
          <w:sz w:val="28"/>
          <w:szCs w:val="28"/>
        </w:rPr>
        <w:t>При ползучей инфляции темпы роста цен на товары и услуги не пр</w:t>
      </w:r>
      <w:r w:rsidRPr="007971B1">
        <w:rPr>
          <w:rFonts w:ascii="Times New Roman" w:hAnsi="Times New Roman"/>
          <w:sz w:val="28"/>
          <w:szCs w:val="28"/>
        </w:rPr>
        <w:t>е</w:t>
      </w:r>
      <w:r w:rsidRPr="007971B1">
        <w:rPr>
          <w:rFonts w:ascii="Times New Roman" w:hAnsi="Times New Roman"/>
          <w:sz w:val="28"/>
          <w:szCs w:val="28"/>
        </w:rPr>
        <w:t>вышают 10 – 15% в год.</w:t>
      </w:r>
    </w:p>
    <w:p w:rsidR="00A36BAD" w:rsidRPr="007971B1" w:rsidRDefault="00A36BAD" w:rsidP="00DA2763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7971B1">
        <w:rPr>
          <w:rFonts w:ascii="Times New Roman" w:hAnsi="Times New Roman"/>
          <w:sz w:val="28"/>
          <w:szCs w:val="28"/>
        </w:rPr>
        <w:t>В действующей Конституции РФ указывается, что наше государство является социальным государством</w:t>
      </w:r>
      <w:r>
        <w:rPr>
          <w:rFonts w:ascii="Times New Roman" w:hAnsi="Times New Roman"/>
          <w:sz w:val="28"/>
          <w:szCs w:val="28"/>
        </w:rPr>
        <w:t>.</w:t>
      </w:r>
    </w:p>
    <w:p w:rsidR="00A36BAD" w:rsidRPr="007971B1" w:rsidRDefault="00A36BAD" w:rsidP="00DA2763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7971B1">
        <w:rPr>
          <w:rFonts w:ascii="Times New Roman" w:hAnsi="Times New Roman"/>
          <w:sz w:val="28"/>
          <w:szCs w:val="28"/>
        </w:rPr>
        <w:t>В унитарном государстве могут быть автономные области</w:t>
      </w:r>
    </w:p>
    <w:p w:rsidR="00A36BAD" w:rsidRPr="007971B1" w:rsidRDefault="00A36BAD" w:rsidP="00DA2763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7971B1">
        <w:rPr>
          <w:rFonts w:ascii="Times New Roman" w:hAnsi="Times New Roman"/>
          <w:sz w:val="28"/>
          <w:szCs w:val="28"/>
        </w:rPr>
        <w:t>Право должно быть выше власти</w:t>
      </w:r>
      <w:r>
        <w:rPr>
          <w:rFonts w:ascii="Times New Roman" w:hAnsi="Times New Roman"/>
          <w:sz w:val="28"/>
          <w:szCs w:val="28"/>
        </w:rPr>
        <w:t>.</w:t>
      </w:r>
    </w:p>
    <w:p w:rsidR="00A36BAD" w:rsidRPr="007971B1" w:rsidRDefault="00A36BAD" w:rsidP="00DA2763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7971B1">
        <w:rPr>
          <w:rFonts w:ascii="Times New Roman" w:hAnsi="Times New Roman"/>
          <w:sz w:val="28"/>
          <w:szCs w:val="28"/>
        </w:rPr>
        <w:t>Мораль регулирует жизнь общества с помощью нормативных докуме</w:t>
      </w:r>
      <w:r w:rsidRPr="007971B1">
        <w:rPr>
          <w:rFonts w:ascii="Times New Roman" w:hAnsi="Times New Roman"/>
          <w:sz w:val="28"/>
          <w:szCs w:val="28"/>
        </w:rPr>
        <w:t>н</w:t>
      </w:r>
      <w:r w:rsidRPr="007971B1">
        <w:rPr>
          <w:rFonts w:ascii="Times New Roman" w:hAnsi="Times New Roman"/>
          <w:sz w:val="28"/>
          <w:szCs w:val="28"/>
        </w:rPr>
        <w:t>тов</w:t>
      </w:r>
      <w:r>
        <w:rPr>
          <w:rFonts w:ascii="Times New Roman" w:hAnsi="Times New Roman"/>
          <w:sz w:val="28"/>
          <w:szCs w:val="28"/>
        </w:rPr>
        <w:t>.</w:t>
      </w:r>
    </w:p>
    <w:p w:rsidR="00A36BAD" w:rsidRPr="004A39BA" w:rsidRDefault="00A36BAD" w:rsidP="00DA276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A39BA">
        <w:rPr>
          <w:rFonts w:ascii="Times New Roman" w:hAnsi="Times New Roman"/>
          <w:b/>
          <w:sz w:val="28"/>
          <w:szCs w:val="28"/>
        </w:rPr>
        <w:t>Ответы: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"/>
        <w:gridCol w:w="957"/>
        <w:gridCol w:w="957"/>
        <w:gridCol w:w="957"/>
        <w:gridCol w:w="957"/>
        <w:gridCol w:w="957"/>
      </w:tblGrid>
      <w:tr w:rsidR="00A36BAD" w:rsidRPr="004032AA" w:rsidTr="003C015E">
        <w:tc>
          <w:tcPr>
            <w:tcW w:w="957" w:type="dxa"/>
          </w:tcPr>
          <w:p w:rsidR="00A36BAD" w:rsidRPr="0023071B" w:rsidRDefault="00A36BAD" w:rsidP="00DA276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3071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A36BAD" w:rsidRPr="0023071B" w:rsidRDefault="00A36BAD" w:rsidP="00DA276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3071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A36BAD" w:rsidRPr="0023071B" w:rsidRDefault="00A36BAD" w:rsidP="00DA276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3071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A36BAD" w:rsidRPr="0023071B" w:rsidRDefault="00A36BAD" w:rsidP="00DA276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3071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A36BAD" w:rsidRPr="0023071B" w:rsidRDefault="00A36BAD" w:rsidP="00DA276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3071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A36BAD" w:rsidRPr="0023071B" w:rsidRDefault="00A36BAD" w:rsidP="00DA276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3071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A36BAD" w:rsidRPr="004032AA" w:rsidTr="003C015E">
        <w:trPr>
          <w:trHeight w:val="381"/>
        </w:trPr>
        <w:tc>
          <w:tcPr>
            <w:tcW w:w="957" w:type="dxa"/>
          </w:tcPr>
          <w:p w:rsidR="00A36BAD" w:rsidRPr="0023071B" w:rsidRDefault="00A36BAD" w:rsidP="00DA276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A36BAD" w:rsidRPr="0023071B" w:rsidRDefault="00A36BAD" w:rsidP="00DA276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A36BAD" w:rsidRPr="0023071B" w:rsidRDefault="00A36BAD" w:rsidP="00DA276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A36BAD" w:rsidRPr="0023071B" w:rsidRDefault="00A36BAD" w:rsidP="00DA276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A36BAD" w:rsidRPr="0023071B" w:rsidRDefault="00A36BAD" w:rsidP="00DA276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A36BAD" w:rsidRPr="0023071B" w:rsidRDefault="00A36BAD" w:rsidP="00DA276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6BAD" w:rsidRPr="0023071B" w:rsidRDefault="00A36BAD" w:rsidP="00DA27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BAD" w:rsidRDefault="00A36BAD" w:rsidP="00DA276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85C88">
        <w:rPr>
          <w:rFonts w:ascii="Times New Roman" w:hAnsi="Times New Roman"/>
          <w:b/>
          <w:sz w:val="28"/>
          <w:szCs w:val="28"/>
        </w:rPr>
        <w:t>2. Приведите в соответствие философско-религиозные системы и пон</w:t>
      </w:r>
      <w:r w:rsidRPr="00485C88">
        <w:rPr>
          <w:rFonts w:ascii="Times New Roman" w:hAnsi="Times New Roman"/>
          <w:b/>
          <w:sz w:val="28"/>
          <w:szCs w:val="28"/>
        </w:rPr>
        <w:t>и</w:t>
      </w:r>
      <w:r w:rsidRPr="00485C88">
        <w:rPr>
          <w:rFonts w:ascii="Times New Roman" w:hAnsi="Times New Roman"/>
          <w:b/>
          <w:sz w:val="28"/>
          <w:szCs w:val="28"/>
        </w:rPr>
        <w:t>мание свобод</w:t>
      </w:r>
      <w:r>
        <w:rPr>
          <w:rFonts w:ascii="Times New Roman" w:hAnsi="Times New Roman"/>
          <w:b/>
          <w:sz w:val="28"/>
          <w:szCs w:val="28"/>
        </w:rPr>
        <w:t xml:space="preserve">ы и вставьте в таблицу. (Всего 10 </w:t>
      </w:r>
      <w:r w:rsidRPr="00485C88">
        <w:rPr>
          <w:rFonts w:ascii="Times New Roman" w:hAnsi="Times New Roman"/>
          <w:b/>
          <w:sz w:val="28"/>
          <w:szCs w:val="28"/>
        </w:rPr>
        <w:t xml:space="preserve"> баллов, по </w:t>
      </w:r>
      <w:r>
        <w:rPr>
          <w:rFonts w:ascii="Times New Roman" w:hAnsi="Times New Roman"/>
          <w:b/>
          <w:sz w:val="28"/>
          <w:szCs w:val="28"/>
        </w:rPr>
        <w:t>2 балла</w:t>
      </w:r>
      <w:r w:rsidRPr="00485C88">
        <w:rPr>
          <w:rFonts w:ascii="Times New Roman" w:hAnsi="Times New Roman"/>
          <w:b/>
          <w:sz w:val="28"/>
          <w:szCs w:val="28"/>
        </w:rPr>
        <w:t xml:space="preserve"> за о</w:t>
      </w:r>
      <w:r w:rsidRPr="00485C88">
        <w:rPr>
          <w:rFonts w:ascii="Times New Roman" w:hAnsi="Times New Roman"/>
          <w:b/>
          <w:sz w:val="28"/>
          <w:szCs w:val="28"/>
        </w:rPr>
        <w:t>т</w:t>
      </w:r>
      <w:r w:rsidRPr="00485C88">
        <w:rPr>
          <w:rFonts w:ascii="Times New Roman" w:hAnsi="Times New Roman"/>
          <w:b/>
          <w:sz w:val="28"/>
          <w:szCs w:val="28"/>
        </w:rPr>
        <w:t>вет)</w:t>
      </w:r>
      <w:r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0" w:type="auto"/>
        <w:tblLook w:val="01E0"/>
      </w:tblPr>
      <w:tblGrid>
        <w:gridCol w:w="4785"/>
        <w:gridCol w:w="4786"/>
      </w:tblGrid>
      <w:tr w:rsidR="00A36BAD" w:rsidTr="00271346">
        <w:tc>
          <w:tcPr>
            <w:tcW w:w="4785" w:type="dxa"/>
          </w:tcPr>
          <w:p w:rsidR="00A36BAD" w:rsidRPr="00271346" w:rsidRDefault="00A36BAD" w:rsidP="00271346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71346">
              <w:rPr>
                <w:rFonts w:ascii="Times New Roman" w:hAnsi="Times New Roman"/>
                <w:b/>
                <w:sz w:val="28"/>
                <w:szCs w:val="28"/>
              </w:rPr>
              <w:t>Философско-религиозные системы</w:t>
            </w:r>
          </w:p>
        </w:tc>
        <w:tc>
          <w:tcPr>
            <w:tcW w:w="4786" w:type="dxa"/>
          </w:tcPr>
          <w:p w:rsidR="00A36BAD" w:rsidRPr="00271346" w:rsidRDefault="00A36BAD" w:rsidP="00271346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71346">
              <w:rPr>
                <w:rFonts w:ascii="Times New Roman" w:hAnsi="Times New Roman"/>
                <w:b/>
                <w:sz w:val="28"/>
                <w:szCs w:val="28"/>
              </w:rPr>
              <w:t>Понимание свободы</w:t>
            </w:r>
          </w:p>
        </w:tc>
      </w:tr>
      <w:tr w:rsidR="00A36BAD" w:rsidTr="00271346">
        <w:tc>
          <w:tcPr>
            <w:tcW w:w="4785" w:type="dxa"/>
          </w:tcPr>
          <w:p w:rsidR="00A36BAD" w:rsidRPr="00271346" w:rsidRDefault="00A36BAD" w:rsidP="00271346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71346">
              <w:rPr>
                <w:rFonts w:ascii="Times New Roman" w:hAnsi="Times New Roman"/>
                <w:sz w:val="28"/>
                <w:szCs w:val="28"/>
              </w:rPr>
              <w:t xml:space="preserve">1. Античный политеизм                        </w:t>
            </w:r>
          </w:p>
        </w:tc>
        <w:tc>
          <w:tcPr>
            <w:tcW w:w="4786" w:type="dxa"/>
          </w:tcPr>
          <w:p w:rsidR="00A36BAD" w:rsidRPr="00271346" w:rsidRDefault="00A36BAD" w:rsidP="00271346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71346">
              <w:rPr>
                <w:rFonts w:ascii="Times New Roman" w:hAnsi="Times New Roman"/>
                <w:sz w:val="28"/>
                <w:szCs w:val="28"/>
              </w:rPr>
              <w:t>А. Свобода воли Бога стоит априори над свободой воли человека.</w:t>
            </w:r>
          </w:p>
        </w:tc>
      </w:tr>
      <w:tr w:rsidR="00A36BAD" w:rsidRPr="00DA2763" w:rsidTr="00271346">
        <w:tc>
          <w:tcPr>
            <w:tcW w:w="4785" w:type="dxa"/>
          </w:tcPr>
          <w:p w:rsidR="00A36BAD" w:rsidRPr="00271346" w:rsidRDefault="00A36BAD" w:rsidP="0027134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71346">
              <w:rPr>
                <w:rFonts w:ascii="Times New Roman" w:hAnsi="Times New Roman"/>
                <w:sz w:val="28"/>
                <w:szCs w:val="28"/>
              </w:rPr>
              <w:t>2. Буддизм</w:t>
            </w:r>
          </w:p>
        </w:tc>
        <w:tc>
          <w:tcPr>
            <w:tcW w:w="4786" w:type="dxa"/>
          </w:tcPr>
          <w:p w:rsidR="00A36BAD" w:rsidRPr="00271346" w:rsidRDefault="00A36BAD" w:rsidP="0027134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71346">
              <w:rPr>
                <w:rFonts w:ascii="Times New Roman" w:hAnsi="Times New Roman"/>
                <w:sz w:val="28"/>
                <w:szCs w:val="28"/>
              </w:rPr>
              <w:t>Б.  Свобода ограничена судьбой, р</w:t>
            </w:r>
            <w:r w:rsidRPr="00271346">
              <w:rPr>
                <w:rFonts w:ascii="Times New Roman" w:hAnsi="Times New Roman"/>
                <w:sz w:val="28"/>
                <w:szCs w:val="28"/>
              </w:rPr>
              <w:t>о</w:t>
            </w:r>
            <w:r w:rsidRPr="00271346">
              <w:rPr>
                <w:rFonts w:ascii="Times New Roman" w:hAnsi="Times New Roman"/>
                <w:sz w:val="28"/>
                <w:szCs w:val="28"/>
              </w:rPr>
              <w:t>ком.</w:t>
            </w:r>
          </w:p>
        </w:tc>
      </w:tr>
      <w:tr w:rsidR="00A36BAD" w:rsidRPr="00DA2763" w:rsidTr="00271346">
        <w:tc>
          <w:tcPr>
            <w:tcW w:w="4785" w:type="dxa"/>
          </w:tcPr>
          <w:p w:rsidR="00A36BAD" w:rsidRPr="00271346" w:rsidRDefault="00A36BAD" w:rsidP="0027134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71346">
              <w:rPr>
                <w:rFonts w:ascii="Times New Roman" w:hAnsi="Times New Roman"/>
                <w:sz w:val="28"/>
                <w:szCs w:val="28"/>
              </w:rPr>
              <w:t>3. Ислам</w:t>
            </w:r>
          </w:p>
        </w:tc>
        <w:tc>
          <w:tcPr>
            <w:tcW w:w="4786" w:type="dxa"/>
          </w:tcPr>
          <w:p w:rsidR="00A36BAD" w:rsidRPr="00271346" w:rsidRDefault="00A36BAD" w:rsidP="0027134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71346">
              <w:rPr>
                <w:rFonts w:ascii="Times New Roman" w:hAnsi="Times New Roman"/>
                <w:sz w:val="28"/>
                <w:szCs w:val="28"/>
              </w:rPr>
              <w:t xml:space="preserve">В. </w:t>
            </w:r>
            <w:r w:rsidRPr="00271346">
              <w:rPr>
                <w:rFonts w:ascii="Times New Roman" w:hAnsi="Times New Roman"/>
                <w:bCs/>
                <w:sz w:val="28"/>
                <w:szCs w:val="28"/>
              </w:rPr>
              <w:t>Свобода человека состоит в св</w:t>
            </w:r>
            <w:r w:rsidRPr="00271346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271346">
              <w:rPr>
                <w:rFonts w:ascii="Times New Roman" w:hAnsi="Times New Roman"/>
                <w:bCs/>
                <w:sz w:val="28"/>
                <w:szCs w:val="28"/>
              </w:rPr>
              <w:t>бодном пользовании своими спосо</w:t>
            </w:r>
            <w:r w:rsidRPr="00271346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 w:rsidRPr="00271346">
              <w:rPr>
                <w:rFonts w:ascii="Times New Roman" w:hAnsi="Times New Roman"/>
                <w:bCs/>
                <w:sz w:val="28"/>
                <w:szCs w:val="28"/>
              </w:rPr>
              <w:t>ностями.</w:t>
            </w:r>
          </w:p>
        </w:tc>
      </w:tr>
      <w:tr w:rsidR="00A36BAD" w:rsidRPr="00DA2763" w:rsidTr="00271346">
        <w:tc>
          <w:tcPr>
            <w:tcW w:w="4785" w:type="dxa"/>
          </w:tcPr>
          <w:p w:rsidR="00A36BAD" w:rsidRPr="00271346" w:rsidRDefault="00A36BAD" w:rsidP="0027134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71346">
              <w:rPr>
                <w:rFonts w:ascii="Times New Roman" w:hAnsi="Times New Roman"/>
                <w:bCs/>
                <w:sz w:val="28"/>
                <w:szCs w:val="28"/>
              </w:rPr>
              <w:t>4. Французское Просвещение</w:t>
            </w:r>
          </w:p>
        </w:tc>
        <w:tc>
          <w:tcPr>
            <w:tcW w:w="4786" w:type="dxa"/>
          </w:tcPr>
          <w:p w:rsidR="00A36BAD" w:rsidRPr="00271346" w:rsidRDefault="00A36BAD" w:rsidP="0027134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71346">
              <w:rPr>
                <w:rFonts w:ascii="Times New Roman" w:hAnsi="Times New Roman"/>
                <w:bCs/>
                <w:sz w:val="28"/>
                <w:szCs w:val="28"/>
              </w:rPr>
              <w:t xml:space="preserve">Г. </w:t>
            </w:r>
            <w:r w:rsidRPr="00271346">
              <w:rPr>
                <w:rFonts w:ascii="Times New Roman" w:hAnsi="Times New Roman"/>
                <w:sz w:val="28"/>
                <w:szCs w:val="28"/>
              </w:rPr>
              <w:t>Бог сотворил человека свободным,  установив определения  греховного и дозволенного. При этом человек ка</w:t>
            </w:r>
            <w:r w:rsidRPr="00271346">
              <w:rPr>
                <w:rFonts w:ascii="Times New Roman" w:hAnsi="Times New Roman"/>
                <w:sz w:val="28"/>
                <w:szCs w:val="28"/>
              </w:rPr>
              <w:t>ж</w:t>
            </w:r>
            <w:r w:rsidRPr="00271346">
              <w:rPr>
                <w:rFonts w:ascii="Times New Roman" w:hAnsi="Times New Roman"/>
                <w:sz w:val="28"/>
                <w:szCs w:val="28"/>
              </w:rPr>
              <w:t>дым выбором реализует свою св</w:t>
            </w:r>
            <w:r w:rsidRPr="00271346">
              <w:rPr>
                <w:rFonts w:ascii="Times New Roman" w:hAnsi="Times New Roman"/>
                <w:sz w:val="28"/>
                <w:szCs w:val="28"/>
              </w:rPr>
              <w:t>о</w:t>
            </w:r>
            <w:r w:rsidRPr="00271346">
              <w:rPr>
                <w:rFonts w:ascii="Times New Roman" w:hAnsi="Times New Roman"/>
                <w:sz w:val="28"/>
                <w:szCs w:val="28"/>
              </w:rPr>
              <w:t>бодную волю.</w:t>
            </w:r>
          </w:p>
        </w:tc>
      </w:tr>
      <w:tr w:rsidR="00A36BAD" w:rsidRPr="00DA2763" w:rsidTr="00271346">
        <w:tc>
          <w:tcPr>
            <w:tcW w:w="4785" w:type="dxa"/>
          </w:tcPr>
          <w:p w:rsidR="00A36BAD" w:rsidRPr="00271346" w:rsidRDefault="00A36BAD" w:rsidP="0027134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71346">
              <w:rPr>
                <w:rFonts w:ascii="Times New Roman" w:hAnsi="Times New Roman"/>
                <w:sz w:val="28"/>
                <w:szCs w:val="28"/>
              </w:rPr>
              <w:t>5. Христианство (православие)</w:t>
            </w:r>
          </w:p>
        </w:tc>
        <w:tc>
          <w:tcPr>
            <w:tcW w:w="4786" w:type="dxa"/>
          </w:tcPr>
          <w:p w:rsidR="00A36BAD" w:rsidRPr="00271346" w:rsidRDefault="00A36BAD" w:rsidP="0027134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71346">
              <w:rPr>
                <w:rFonts w:ascii="Times New Roman" w:hAnsi="Times New Roman"/>
                <w:sz w:val="28"/>
                <w:szCs w:val="28"/>
              </w:rPr>
              <w:t>Д. Степень свободы зависит от ст</w:t>
            </w:r>
            <w:r w:rsidRPr="00271346">
              <w:rPr>
                <w:rFonts w:ascii="Times New Roman" w:hAnsi="Times New Roman"/>
                <w:sz w:val="28"/>
                <w:szCs w:val="28"/>
              </w:rPr>
              <w:t>у</w:t>
            </w:r>
            <w:r w:rsidRPr="00271346">
              <w:rPr>
                <w:rFonts w:ascii="Times New Roman" w:hAnsi="Times New Roman"/>
                <w:sz w:val="28"/>
                <w:szCs w:val="28"/>
              </w:rPr>
              <w:t>пени воплощения.</w:t>
            </w:r>
          </w:p>
        </w:tc>
      </w:tr>
    </w:tbl>
    <w:p w:rsidR="00A36BAD" w:rsidRDefault="00A36BAD" w:rsidP="00DA27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A36BAD" w:rsidRPr="00A57961" w:rsidTr="00B93F34">
        <w:tc>
          <w:tcPr>
            <w:tcW w:w="1914" w:type="dxa"/>
          </w:tcPr>
          <w:p w:rsidR="00A36BAD" w:rsidRPr="005835E8" w:rsidRDefault="00A36BAD" w:rsidP="00DA2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57961">
              <w:rPr>
                <w:rFonts w:ascii="Times New Roman" w:hAnsi="Times New Roman"/>
                <w:sz w:val="28"/>
                <w:szCs w:val="28"/>
              </w:rPr>
              <w:t xml:space="preserve">        1</w:t>
            </w:r>
          </w:p>
        </w:tc>
        <w:tc>
          <w:tcPr>
            <w:tcW w:w="1914" w:type="dxa"/>
          </w:tcPr>
          <w:p w:rsidR="00A36BAD" w:rsidRPr="005835E8" w:rsidRDefault="00A36BAD" w:rsidP="00DA2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57961">
              <w:rPr>
                <w:rFonts w:ascii="Times New Roman" w:hAnsi="Times New Roman"/>
                <w:sz w:val="28"/>
                <w:szCs w:val="28"/>
              </w:rPr>
              <w:t xml:space="preserve">         2</w:t>
            </w:r>
          </w:p>
        </w:tc>
        <w:tc>
          <w:tcPr>
            <w:tcW w:w="1914" w:type="dxa"/>
          </w:tcPr>
          <w:p w:rsidR="00A36BAD" w:rsidRPr="005835E8" w:rsidRDefault="00A36BAD" w:rsidP="00DA2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57961">
              <w:rPr>
                <w:rFonts w:ascii="Times New Roman" w:hAnsi="Times New Roman"/>
                <w:sz w:val="28"/>
                <w:szCs w:val="28"/>
              </w:rPr>
              <w:t xml:space="preserve">        3</w:t>
            </w:r>
          </w:p>
        </w:tc>
        <w:tc>
          <w:tcPr>
            <w:tcW w:w="1914" w:type="dxa"/>
          </w:tcPr>
          <w:p w:rsidR="00A36BAD" w:rsidRPr="005835E8" w:rsidRDefault="00A36BAD" w:rsidP="00DA2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57961">
              <w:rPr>
                <w:rFonts w:ascii="Times New Roman" w:hAnsi="Times New Roman"/>
                <w:sz w:val="28"/>
                <w:szCs w:val="28"/>
              </w:rPr>
              <w:t xml:space="preserve">         4</w:t>
            </w:r>
          </w:p>
        </w:tc>
        <w:tc>
          <w:tcPr>
            <w:tcW w:w="1915" w:type="dxa"/>
          </w:tcPr>
          <w:p w:rsidR="00A36BAD" w:rsidRPr="005835E8" w:rsidRDefault="00A36BAD" w:rsidP="00DA2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57961">
              <w:rPr>
                <w:rFonts w:ascii="Times New Roman" w:hAnsi="Times New Roman"/>
                <w:sz w:val="28"/>
                <w:szCs w:val="28"/>
              </w:rPr>
              <w:t xml:space="preserve">         5</w:t>
            </w:r>
          </w:p>
        </w:tc>
      </w:tr>
      <w:tr w:rsidR="00A36BAD" w:rsidRPr="00A57961" w:rsidTr="00B93F34">
        <w:tc>
          <w:tcPr>
            <w:tcW w:w="1914" w:type="dxa"/>
          </w:tcPr>
          <w:p w:rsidR="00A36BAD" w:rsidRPr="005835E8" w:rsidRDefault="00A36BAD" w:rsidP="00DA2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14" w:type="dxa"/>
          </w:tcPr>
          <w:p w:rsidR="00A36BAD" w:rsidRPr="005835E8" w:rsidRDefault="00A36BAD" w:rsidP="00DA2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14" w:type="dxa"/>
          </w:tcPr>
          <w:p w:rsidR="00A36BAD" w:rsidRPr="005835E8" w:rsidRDefault="00A36BAD" w:rsidP="00DA2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14" w:type="dxa"/>
          </w:tcPr>
          <w:p w:rsidR="00A36BAD" w:rsidRPr="005835E8" w:rsidRDefault="00A36BAD" w:rsidP="00DA2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15" w:type="dxa"/>
          </w:tcPr>
          <w:p w:rsidR="00A36BAD" w:rsidRPr="005835E8" w:rsidRDefault="00A36BAD" w:rsidP="00DA27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A36BAD" w:rsidRDefault="00A36BAD" w:rsidP="00DA2763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36BAD" w:rsidRPr="00485C88" w:rsidRDefault="00A36BAD" w:rsidP="00DA276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 Ниже приведено  несколько утверждений. Если Вы согласны, что их автор Монтескье, то напишите в таблице «да», если не согласны, что их высказал Ш. Монтескье, то напишите в таблице «нет»  </w:t>
      </w:r>
      <w:r>
        <w:rPr>
          <w:rFonts w:ascii="Times New Roman" w:hAnsi="Times New Roman"/>
          <w:b/>
          <w:sz w:val="28"/>
          <w:szCs w:val="28"/>
        </w:rPr>
        <w:t xml:space="preserve">(Всего 10 </w:t>
      </w:r>
      <w:r w:rsidRPr="00485C88">
        <w:rPr>
          <w:rFonts w:ascii="Times New Roman" w:hAnsi="Times New Roman"/>
          <w:b/>
          <w:sz w:val="28"/>
          <w:szCs w:val="28"/>
        </w:rPr>
        <w:t xml:space="preserve"> баллов, по </w:t>
      </w:r>
      <w:r>
        <w:rPr>
          <w:rFonts w:ascii="Times New Roman" w:hAnsi="Times New Roman"/>
          <w:b/>
          <w:sz w:val="28"/>
          <w:szCs w:val="28"/>
        </w:rPr>
        <w:t>2 балла</w:t>
      </w:r>
      <w:r w:rsidRPr="00485C88">
        <w:rPr>
          <w:rFonts w:ascii="Times New Roman" w:hAnsi="Times New Roman"/>
          <w:b/>
          <w:sz w:val="28"/>
          <w:szCs w:val="28"/>
        </w:rPr>
        <w:t xml:space="preserve"> за ответ)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A36BAD" w:rsidRDefault="00A36BAD" w:rsidP="00DA2763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все великие цивилизации древности возникли на берегах больших рек; </w:t>
      </w:r>
    </w:p>
    <w:p w:rsidR="00A36BAD" w:rsidRDefault="00A36BAD" w:rsidP="00DA2763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тип правления связан с характером и типом почвы и рельефа;</w:t>
      </w:r>
    </w:p>
    <w:p w:rsidR="00A36BAD" w:rsidRDefault="00A36BAD" w:rsidP="00DA2763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возникновение рабства связано с характером климата;</w:t>
      </w:r>
    </w:p>
    <w:p w:rsidR="00A36BAD" w:rsidRDefault="00A36BAD" w:rsidP="00DA2763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наличие полезных ископаемых связано с типом хозяйственной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сти;</w:t>
      </w:r>
    </w:p>
    <w:p w:rsidR="00A36BAD" w:rsidRDefault="00A36BAD" w:rsidP="00DA2763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с характером климата связаны такие качества народов, как храбрость,  склонность к труду и ремеслам и т.п.</w:t>
      </w:r>
    </w:p>
    <w:p w:rsidR="00A36BAD" w:rsidRDefault="00A36BAD" w:rsidP="00DA27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A36BAD" w:rsidRPr="00A57961" w:rsidTr="003C015E">
        <w:tc>
          <w:tcPr>
            <w:tcW w:w="1914" w:type="dxa"/>
          </w:tcPr>
          <w:p w:rsidR="00A36BAD" w:rsidRPr="005835E8" w:rsidRDefault="00A36BAD" w:rsidP="003C01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57961">
              <w:rPr>
                <w:rFonts w:ascii="Times New Roman" w:hAnsi="Times New Roman"/>
                <w:sz w:val="28"/>
                <w:szCs w:val="28"/>
              </w:rPr>
              <w:t xml:space="preserve">        1</w:t>
            </w:r>
          </w:p>
        </w:tc>
        <w:tc>
          <w:tcPr>
            <w:tcW w:w="1914" w:type="dxa"/>
          </w:tcPr>
          <w:p w:rsidR="00A36BAD" w:rsidRPr="005835E8" w:rsidRDefault="00A36BAD" w:rsidP="003C01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57961">
              <w:rPr>
                <w:rFonts w:ascii="Times New Roman" w:hAnsi="Times New Roman"/>
                <w:sz w:val="28"/>
                <w:szCs w:val="28"/>
              </w:rPr>
              <w:t xml:space="preserve">         2</w:t>
            </w:r>
          </w:p>
        </w:tc>
        <w:tc>
          <w:tcPr>
            <w:tcW w:w="1914" w:type="dxa"/>
          </w:tcPr>
          <w:p w:rsidR="00A36BAD" w:rsidRPr="005835E8" w:rsidRDefault="00A36BAD" w:rsidP="003C01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57961">
              <w:rPr>
                <w:rFonts w:ascii="Times New Roman" w:hAnsi="Times New Roman"/>
                <w:sz w:val="28"/>
                <w:szCs w:val="28"/>
              </w:rPr>
              <w:t xml:space="preserve">        3</w:t>
            </w:r>
          </w:p>
        </w:tc>
        <w:tc>
          <w:tcPr>
            <w:tcW w:w="1914" w:type="dxa"/>
          </w:tcPr>
          <w:p w:rsidR="00A36BAD" w:rsidRPr="005835E8" w:rsidRDefault="00A36BAD" w:rsidP="003C01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57961">
              <w:rPr>
                <w:rFonts w:ascii="Times New Roman" w:hAnsi="Times New Roman"/>
                <w:sz w:val="28"/>
                <w:szCs w:val="28"/>
              </w:rPr>
              <w:t xml:space="preserve">         4</w:t>
            </w:r>
          </w:p>
        </w:tc>
        <w:tc>
          <w:tcPr>
            <w:tcW w:w="1915" w:type="dxa"/>
          </w:tcPr>
          <w:p w:rsidR="00A36BAD" w:rsidRPr="005835E8" w:rsidRDefault="00A36BAD" w:rsidP="003C01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57961">
              <w:rPr>
                <w:rFonts w:ascii="Times New Roman" w:hAnsi="Times New Roman"/>
                <w:sz w:val="28"/>
                <w:szCs w:val="28"/>
              </w:rPr>
              <w:t xml:space="preserve">         5</w:t>
            </w:r>
          </w:p>
        </w:tc>
      </w:tr>
      <w:tr w:rsidR="00A36BAD" w:rsidRPr="00A57961" w:rsidTr="003C015E">
        <w:tc>
          <w:tcPr>
            <w:tcW w:w="1914" w:type="dxa"/>
          </w:tcPr>
          <w:p w:rsidR="00A36BAD" w:rsidRPr="005835E8" w:rsidRDefault="00A36BAD" w:rsidP="003C01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14" w:type="dxa"/>
          </w:tcPr>
          <w:p w:rsidR="00A36BAD" w:rsidRPr="005835E8" w:rsidRDefault="00A36BAD" w:rsidP="003C01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14" w:type="dxa"/>
          </w:tcPr>
          <w:p w:rsidR="00A36BAD" w:rsidRPr="005835E8" w:rsidRDefault="00A36BAD" w:rsidP="003C01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14" w:type="dxa"/>
          </w:tcPr>
          <w:p w:rsidR="00A36BAD" w:rsidRPr="005835E8" w:rsidRDefault="00A36BAD" w:rsidP="003C01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15" w:type="dxa"/>
          </w:tcPr>
          <w:p w:rsidR="00A36BAD" w:rsidRPr="005835E8" w:rsidRDefault="00A36BAD" w:rsidP="003C01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A36BAD" w:rsidRDefault="00A36BAD" w:rsidP="00DA2763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36BAD" w:rsidRDefault="00A36BAD" w:rsidP="00DA276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 Решите </w:t>
      </w:r>
      <w:r>
        <w:rPr>
          <w:rFonts w:ascii="Times New Roman" w:hAnsi="Times New Roman"/>
          <w:b/>
          <w:sz w:val="28"/>
          <w:szCs w:val="28"/>
        </w:rPr>
        <w:t>логическую задачу (3 балла)</w:t>
      </w:r>
    </w:p>
    <w:p w:rsidR="00A36BAD" w:rsidRDefault="00A36BAD" w:rsidP="00DA2763">
      <w:pPr>
        <w:spacing w:after="0" w:line="360" w:lineRule="auto"/>
        <w:jc w:val="both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Два сына и два отца шли по дороге, нашли три яблока. Когда начали д</w:t>
      </w:r>
      <w:r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лить – всем досталось по одному яблоку. </w:t>
      </w:r>
    </w:p>
    <w:p w:rsidR="00A36BAD" w:rsidRDefault="00A36BAD" w:rsidP="00DA2763">
      <w:pPr>
        <w:spacing w:after="0" w:line="360" w:lineRule="auto"/>
        <w:jc w:val="both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Как это могло быть?</w:t>
      </w:r>
    </w:p>
    <w:p w:rsidR="00A36BAD" w:rsidRPr="00DA2763" w:rsidRDefault="00A36BAD" w:rsidP="00DA27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 w:rsidRPr="00DA2763">
        <w:rPr>
          <w:rFonts w:ascii="Times New Roman" w:hAnsi="Times New Roman"/>
          <w:bCs/>
          <w:sz w:val="28"/>
          <w:szCs w:val="28"/>
        </w:rPr>
        <w:t>Ответ:</w:t>
      </w:r>
    </w:p>
    <w:p w:rsidR="00A36BAD" w:rsidRDefault="00A36BAD" w:rsidP="00DA2763">
      <w:pPr>
        <w:spacing w:after="0" w:line="240" w:lineRule="auto"/>
        <w:jc w:val="both"/>
        <w:outlineLvl w:val="3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A36BAD" w:rsidRDefault="00A36BAD" w:rsidP="00DA276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36BAD" w:rsidRPr="00A22531" w:rsidRDefault="00A36BAD" w:rsidP="00DA276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Pr="00A22531">
        <w:rPr>
          <w:rFonts w:ascii="Times New Roman" w:hAnsi="Times New Roman"/>
          <w:b/>
          <w:sz w:val="28"/>
          <w:szCs w:val="28"/>
        </w:rPr>
        <w:t>Определите пропущенное понятие.</w:t>
      </w:r>
      <w:r w:rsidRPr="00226E6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(12 баллов)</w:t>
      </w:r>
    </w:p>
    <w:p w:rsidR="00A36BAD" w:rsidRPr="00A22531" w:rsidRDefault="00A36BAD" w:rsidP="00DA276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22531">
        <w:rPr>
          <w:rFonts w:ascii="Times New Roman" w:hAnsi="Times New Roman"/>
          <w:b/>
          <w:sz w:val="28"/>
          <w:szCs w:val="28"/>
        </w:rPr>
        <w:t>Ниже приведены высказывания известных мыслителей прошлого, к</w:t>
      </w:r>
      <w:r w:rsidRPr="00A22531">
        <w:rPr>
          <w:rFonts w:ascii="Times New Roman" w:hAnsi="Times New Roman"/>
          <w:b/>
          <w:sz w:val="28"/>
          <w:szCs w:val="28"/>
        </w:rPr>
        <w:t>а</w:t>
      </w:r>
      <w:r w:rsidRPr="00A22531">
        <w:rPr>
          <w:rFonts w:ascii="Times New Roman" w:hAnsi="Times New Roman"/>
          <w:b/>
          <w:sz w:val="28"/>
          <w:szCs w:val="28"/>
        </w:rPr>
        <w:t>сающиеся одного и того же понятия (в тексте оно обозначено как [</w:t>
      </w:r>
      <w:r>
        <w:rPr>
          <w:rFonts w:ascii="Times New Roman" w:hAnsi="Times New Roman"/>
          <w:b/>
          <w:sz w:val="28"/>
          <w:szCs w:val="28"/>
        </w:rPr>
        <w:t>…..</w:t>
      </w:r>
      <w:r w:rsidRPr="00A22531">
        <w:rPr>
          <w:rFonts w:ascii="Times New Roman" w:hAnsi="Times New Roman"/>
          <w:b/>
          <w:sz w:val="28"/>
          <w:szCs w:val="28"/>
        </w:rPr>
        <w:t xml:space="preserve">]; возможны вариации изменяемых частей данного слова).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36BAD" w:rsidRPr="00A22531" w:rsidRDefault="00A36BAD" w:rsidP="002B088E">
      <w:pPr>
        <w:numPr>
          <w:ilvl w:val="0"/>
          <w:numId w:val="9"/>
        </w:numPr>
        <w:tabs>
          <w:tab w:val="clear" w:pos="720"/>
          <w:tab w:val="num" w:pos="567"/>
        </w:tabs>
        <w:spacing w:after="0" w:line="36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A22531">
        <w:rPr>
          <w:rFonts w:ascii="Times New Roman" w:hAnsi="Times New Roman"/>
          <w:sz w:val="28"/>
          <w:szCs w:val="28"/>
        </w:rPr>
        <w:t>Ничто в […..] не бесполезно, даже сама бесполезность</w:t>
      </w:r>
      <w:r>
        <w:rPr>
          <w:rFonts w:ascii="Times New Roman" w:hAnsi="Times New Roman"/>
          <w:sz w:val="28"/>
          <w:szCs w:val="28"/>
        </w:rPr>
        <w:t>.</w:t>
      </w:r>
      <w:r w:rsidRPr="00A22531">
        <w:rPr>
          <w:rFonts w:ascii="Times New Roman" w:hAnsi="Times New Roman"/>
          <w:sz w:val="28"/>
          <w:szCs w:val="28"/>
        </w:rPr>
        <w:t xml:space="preserve"> (М. Монтень) </w:t>
      </w:r>
    </w:p>
    <w:p w:rsidR="00A36BAD" w:rsidRPr="00A22531" w:rsidRDefault="00A36BAD" w:rsidP="002B088E">
      <w:pPr>
        <w:numPr>
          <w:ilvl w:val="0"/>
          <w:numId w:val="9"/>
        </w:numPr>
        <w:tabs>
          <w:tab w:val="clear" w:pos="720"/>
          <w:tab w:val="num" w:pos="567"/>
        </w:tabs>
        <w:spacing w:after="0" w:line="36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A22531">
        <w:rPr>
          <w:rFonts w:ascii="Times New Roman" w:hAnsi="Times New Roman"/>
          <w:sz w:val="28"/>
          <w:szCs w:val="28"/>
        </w:rPr>
        <w:t>[…..] идет своим путем, и то, что нам представляется исключением, на самом деле правило</w:t>
      </w:r>
      <w:r>
        <w:rPr>
          <w:rFonts w:ascii="Times New Roman" w:hAnsi="Times New Roman"/>
          <w:sz w:val="28"/>
          <w:szCs w:val="28"/>
        </w:rPr>
        <w:t>.</w:t>
      </w:r>
      <w:r w:rsidRPr="00A22531">
        <w:rPr>
          <w:rFonts w:ascii="Times New Roman" w:hAnsi="Times New Roman"/>
          <w:sz w:val="28"/>
          <w:szCs w:val="28"/>
        </w:rPr>
        <w:t xml:space="preserve"> (И. Гете)</w:t>
      </w:r>
    </w:p>
    <w:p w:rsidR="00A36BAD" w:rsidRPr="00A22531" w:rsidRDefault="00A36BAD" w:rsidP="002B088E">
      <w:pPr>
        <w:numPr>
          <w:ilvl w:val="0"/>
          <w:numId w:val="9"/>
        </w:numPr>
        <w:tabs>
          <w:tab w:val="clear" w:pos="720"/>
          <w:tab w:val="num" w:pos="567"/>
        </w:tabs>
        <w:spacing w:after="0" w:line="36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A22531">
        <w:rPr>
          <w:rFonts w:ascii="Times New Roman" w:hAnsi="Times New Roman"/>
          <w:sz w:val="28"/>
          <w:szCs w:val="28"/>
        </w:rPr>
        <w:t>[…..] бесстрастна к человеку; она не враг и не друг ему: она то удобное, то неудобное поприще для его деятельности</w:t>
      </w:r>
      <w:r>
        <w:rPr>
          <w:rFonts w:ascii="Times New Roman" w:hAnsi="Times New Roman"/>
          <w:sz w:val="28"/>
          <w:szCs w:val="28"/>
        </w:rPr>
        <w:t>.</w:t>
      </w:r>
      <w:r w:rsidRPr="00A22531">
        <w:rPr>
          <w:rFonts w:ascii="Times New Roman" w:hAnsi="Times New Roman"/>
          <w:sz w:val="28"/>
          <w:szCs w:val="28"/>
        </w:rPr>
        <w:t xml:space="preserve"> (Н. Чернышевский)</w:t>
      </w:r>
    </w:p>
    <w:p w:rsidR="00A36BAD" w:rsidRPr="00A22531" w:rsidRDefault="00A36BAD" w:rsidP="002B088E">
      <w:pPr>
        <w:numPr>
          <w:ilvl w:val="0"/>
          <w:numId w:val="9"/>
        </w:numPr>
        <w:tabs>
          <w:tab w:val="clear" w:pos="720"/>
          <w:tab w:val="num" w:pos="567"/>
        </w:tabs>
        <w:spacing w:after="0" w:line="36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A22531">
        <w:rPr>
          <w:rFonts w:ascii="Times New Roman" w:hAnsi="Times New Roman"/>
          <w:sz w:val="28"/>
          <w:szCs w:val="28"/>
        </w:rPr>
        <w:t>Наблюдайте […..] и следуйте дорогой, которую она вам указует</w:t>
      </w:r>
      <w:r>
        <w:rPr>
          <w:rFonts w:ascii="Times New Roman" w:hAnsi="Times New Roman"/>
          <w:sz w:val="28"/>
          <w:szCs w:val="28"/>
        </w:rPr>
        <w:t>.</w:t>
      </w:r>
      <w:r w:rsidRPr="00A22531">
        <w:rPr>
          <w:rFonts w:ascii="Times New Roman" w:hAnsi="Times New Roman"/>
          <w:sz w:val="28"/>
          <w:szCs w:val="28"/>
        </w:rPr>
        <w:t xml:space="preserve"> (Ж.- Ж. Руссо)</w:t>
      </w:r>
    </w:p>
    <w:p w:rsidR="00A36BAD" w:rsidRDefault="00A36BAD" w:rsidP="002B088E">
      <w:pPr>
        <w:numPr>
          <w:ilvl w:val="0"/>
          <w:numId w:val="9"/>
        </w:numPr>
        <w:tabs>
          <w:tab w:val="clear" w:pos="720"/>
          <w:tab w:val="num" w:pos="567"/>
        </w:tabs>
        <w:spacing w:after="0" w:line="360" w:lineRule="auto"/>
        <w:ind w:left="567" w:hanging="425"/>
        <w:jc w:val="both"/>
        <w:rPr>
          <w:rFonts w:ascii="Times New Roman" w:hAnsi="Times New Roman"/>
          <w:sz w:val="28"/>
          <w:szCs w:val="28"/>
        </w:rPr>
      </w:pPr>
      <w:r w:rsidRPr="00A22531">
        <w:rPr>
          <w:rFonts w:ascii="Times New Roman" w:hAnsi="Times New Roman"/>
          <w:sz w:val="28"/>
          <w:szCs w:val="28"/>
        </w:rPr>
        <w:t>Управлять […..] можно лишь подчиняясь ей</w:t>
      </w:r>
      <w:r>
        <w:rPr>
          <w:rFonts w:ascii="Times New Roman" w:hAnsi="Times New Roman"/>
          <w:sz w:val="28"/>
          <w:szCs w:val="28"/>
        </w:rPr>
        <w:t>.</w:t>
      </w:r>
      <w:r w:rsidRPr="00A22531">
        <w:rPr>
          <w:rFonts w:ascii="Times New Roman" w:hAnsi="Times New Roman"/>
          <w:sz w:val="28"/>
          <w:szCs w:val="28"/>
        </w:rPr>
        <w:t xml:space="preserve"> ( Ф. Бэкон)  </w:t>
      </w:r>
    </w:p>
    <w:p w:rsidR="00A36BAD" w:rsidRPr="00A22531" w:rsidRDefault="00A36BAD" w:rsidP="00DA276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22531">
        <w:rPr>
          <w:rFonts w:ascii="Times New Roman" w:hAnsi="Times New Roman"/>
          <w:b/>
          <w:sz w:val="28"/>
          <w:szCs w:val="28"/>
        </w:rPr>
        <w:t>1) Что это за понятие?</w:t>
      </w:r>
      <w:r>
        <w:rPr>
          <w:rFonts w:ascii="Times New Roman" w:hAnsi="Times New Roman"/>
          <w:b/>
          <w:sz w:val="28"/>
          <w:szCs w:val="28"/>
        </w:rPr>
        <w:t xml:space="preserve"> (2 балла)</w:t>
      </w:r>
    </w:p>
    <w:p w:rsidR="00A36BAD" w:rsidRPr="00A22531" w:rsidRDefault="00A36BAD" w:rsidP="00DA276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22531">
        <w:rPr>
          <w:rFonts w:ascii="Times New Roman" w:hAnsi="Times New Roman"/>
          <w:b/>
          <w:sz w:val="28"/>
          <w:szCs w:val="28"/>
        </w:rPr>
        <w:t xml:space="preserve">2) </w:t>
      </w:r>
      <w:r>
        <w:rPr>
          <w:rFonts w:ascii="Times New Roman" w:hAnsi="Times New Roman"/>
          <w:b/>
          <w:sz w:val="28"/>
          <w:szCs w:val="28"/>
        </w:rPr>
        <w:t>С</w:t>
      </w:r>
      <w:r w:rsidRPr="00A22531">
        <w:rPr>
          <w:rFonts w:ascii="Times New Roman" w:hAnsi="Times New Roman"/>
          <w:b/>
          <w:sz w:val="28"/>
          <w:szCs w:val="28"/>
        </w:rPr>
        <w:t xml:space="preserve">формулируйте, что хотел сказать </w:t>
      </w:r>
      <w:r>
        <w:rPr>
          <w:rFonts w:ascii="Times New Roman" w:hAnsi="Times New Roman"/>
          <w:b/>
          <w:sz w:val="28"/>
          <w:szCs w:val="28"/>
        </w:rPr>
        <w:t xml:space="preserve">каждый </w:t>
      </w:r>
      <w:r w:rsidRPr="00A22531">
        <w:rPr>
          <w:rFonts w:ascii="Times New Roman" w:hAnsi="Times New Roman"/>
          <w:b/>
          <w:sz w:val="28"/>
          <w:szCs w:val="28"/>
        </w:rPr>
        <w:t>автор.</w:t>
      </w:r>
      <w:r>
        <w:rPr>
          <w:rFonts w:ascii="Times New Roman" w:hAnsi="Times New Roman"/>
          <w:b/>
          <w:sz w:val="28"/>
          <w:szCs w:val="28"/>
        </w:rPr>
        <w:t xml:space="preserve"> (2 балла за каждого)</w:t>
      </w:r>
    </w:p>
    <w:p w:rsidR="00A36BAD" w:rsidRPr="00B03ABD" w:rsidRDefault="00A36BAD" w:rsidP="002B08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3ABD">
        <w:rPr>
          <w:sz w:val="28"/>
          <w:szCs w:val="28"/>
        </w:rPr>
        <w:t>1._______________________________________________________________________________________________________________________________________________________________________________________________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</w:t>
      </w:r>
    </w:p>
    <w:p w:rsidR="00A36BAD" w:rsidRPr="00B03ABD" w:rsidRDefault="00A36BAD" w:rsidP="002B08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3ABD">
        <w:rPr>
          <w:sz w:val="28"/>
          <w:szCs w:val="28"/>
        </w:rPr>
        <w:t>2._______________________________________________________________________________________________________________________________________________________________________________________________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</w:t>
      </w:r>
    </w:p>
    <w:p w:rsidR="00A36BAD" w:rsidRPr="00B03ABD" w:rsidRDefault="00A36BAD" w:rsidP="002B088E">
      <w:pPr>
        <w:spacing w:after="0" w:line="240" w:lineRule="auto"/>
        <w:jc w:val="both"/>
        <w:rPr>
          <w:sz w:val="28"/>
          <w:szCs w:val="28"/>
        </w:rPr>
      </w:pPr>
      <w:r w:rsidRPr="00B03ABD">
        <w:rPr>
          <w:sz w:val="28"/>
          <w:szCs w:val="28"/>
        </w:rPr>
        <w:t>3._______________________________________________________________________________________________________________________________________________________________________________________________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</w:t>
      </w:r>
    </w:p>
    <w:p w:rsidR="00A36BAD" w:rsidRPr="003450A9" w:rsidRDefault="00A36BAD" w:rsidP="002B08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3ABD">
        <w:rPr>
          <w:sz w:val="28"/>
          <w:szCs w:val="28"/>
        </w:rPr>
        <w:t>4._______________________________________________________________________________________________________________________________________________________________________________________________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</w:t>
      </w:r>
    </w:p>
    <w:p w:rsidR="00A36BAD" w:rsidRPr="003450A9" w:rsidRDefault="00A36BAD" w:rsidP="002B08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>5</w:t>
      </w:r>
      <w:r w:rsidRPr="00B03ABD">
        <w:rPr>
          <w:sz w:val="28"/>
          <w:szCs w:val="28"/>
        </w:rPr>
        <w:t>._______________________________________________________________________________________________________________________________________________________________________________________________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</w:t>
      </w:r>
    </w:p>
    <w:p w:rsidR="00A36BAD" w:rsidRDefault="00A36BAD" w:rsidP="00DA27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BAD" w:rsidRDefault="00A36BAD" w:rsidP="00DA2763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36BAD" w:rsidRPr="00A22531" w:rsidRDefault="00A36BAD" w:rsidP="00011A5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6. </w:t>
      </w:r>
      <w:r w:rsidRPr="00A22531">
        <w:rPr>
          <w:rFonts w:ascii="Times New Roman" w:hAnsi="Times New Roman"/>
          <w:b/>
          <w:bCs/>
          <w:sz w:val="28"/>
          <w:szCs w:val="28"/>
        </w:rPr>
        <w:t>Закончите предложения</w:t>
      </w:r>
      <w:r w:rsidRPr="00A22531">
        <w:rPr>
          <w:rFonts w:ascii="Times New Roman" w:hAnsi="Times New Roman"/>
          <w:b/>
          <w:sz w:val="28"/>
          <w:szCs w:val="28"/>
        </w:rPr>
        <w:t>: (8 баллов</w:t>
      </w:r>
      <w:r>
        <w:rPr>
          <w:rFonts w:ascii="Times New Roman" w:hAnsi="Times New Roman"/>
          <w:b/>
          <w:sz w:val="28"/>
          <w:szCs w:val="28"/>
        </w:rPr>
        <w:t>, по 2 балла за каждое</w:t>
      </w:r>
      <w:r w:rsidRPr="00A22531">
        <w:rPr>
          <w:rFonts w:ascii="Times New Roman" w:hAnsi="Times New Roman"/>
          <w:b/>
          <w:sz w:val="28"/>
          <w:szCs w:val="28"/>
        </w:rPr>
        <w:t>)</w:t>
      </w:r>
    </w:p>
    <w:p w:rsidR="00A36BAD" w:rsidRPr="00A22531" w:rsidRDefault="00A36BAD" w:rsidP="002B088E">
      <w:pPr>
        <w:numPr>
          <w:ilvl w:val="0"/>
          <w:numId w:val="11"/>
        </w:numPr>
        <w:tabs>
          <w:tab w:val="clear" w:pos="720"/>
          <w:tab w:val="num" w:pos="567"/>
        </w:tabs>
        <w:ind w:left="567" w:hanging="283"/>
        <w:rPr>
          <w:rFonts w:ascii="Times New Roman" w:hAnsi="Times New Roman"/>
          <w:sz w:val="28"/>
          <w:szCs w:val="28"/>
        </w:rPr>
      </w:pPr>
      <w:r w:rsidRPr="00A22531">
        <w:rPr>
          <w:rFonts w:ascii="Times New Roman" w:hAnsi="Times New Roman"/>
          <w:sz w:val="28"/>
          <w:szCs w:val="28"/>
        </w:rPr>
        <w:t>Правление небольшой группы наиболее богатых граждан называется (…</w:t>
      </w:r>
      <w:r>
        <w:rPr>
          <w:rFonts w:ascii="Times New Roman" w:hAnsi="Times New Roman"/>
          <w:sz w:val="28"/>
          <w:szCs w:val="28"/>
        </w:rPr>
        <w:t>………………………………………</w:t>
      </w:r>
      <w:r w:rsidRPr="00A2253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A36BAD" w:rsidRPr="00A22531" w:rsidRDefault="00A36BAD" w:rsidP="002B088E">
      <w:pPr>
        <w:numPr>
          <w:ilvl w:val="0"/>
          <w:numId w:val="11"/>
        </w:numPr>
        <w:tabs>
          <w:tab w:val="clear" w:pos="720"/>
          <w:tab w:val="num" w:pos="567"/>
        </w:tabs>
        <w:ind w:left="567" w:hanging="283"/>
        <w:rPr>
          <w:rFonts w:ascii="Times New Roman" w:hAnsi="Times New Roman"/>
          <w:sz w:val="28"/>
          <w:szCs w:val="28"/>
        </w:rPr>
      </w:pPr>
      <w:r w:rsidRPr="00A22531">
        <w:rPr>
          <w:rFonts w:ascii="Times New Roman" w:hAnsi="Times New Roman"/>
          <w:sz w:val="28"/>
          <w:szCs w:val="28"/>
        </w:rPr>
        <w:t>Вера в родство между группами людей и видами животных называется (…</w:t>
      </w:r>
      <w:r>
        <w:rPr>
          <w:rFonts w:ascii="Times New Roman" w:hAnsi="Times New Roman"/>
          <w:sz w:val="28"/>
          <w:szCs w:val="28"/>
        </w:rPr>
        <w:t>………………………………………</w:t>
      </w:r>
      <w:r w:rsidRPr="00A2253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A36BAD" w:rsidRPr="00A22531" w:rsidRDefault="00A36BAD" w:rsidP="002B088E">
      <w:pPr>
        <w:numPr>
          <w:ilvl w:val="0"/>
          <w:numId w:val="11"/>
        </w:numPr>
        <w:tabs>
          <w:tab w:val="clear" w:pos="720"/>
          <w:tab w:val="num" w:pos="567"/>
        </w:tabs>
        <w:ind w:left="567" w:hanging="283"/>
        <w:rPr>
          <w:rFonts w:ascii="Times New Roman" w:hAnsi="Times New Roman"/>
          <w:sz w:val="28"/>
          <w:szCs w:val="28"/>
        </w:rPr>
      </w:pPr>
      <w:r w:rsidRPr="00A22531">
        <w:rPr>
          <w:rFonts w:ascii="Times New Roman" w:hAnsi="Times New Roman"/>
          <w:sz w:val="28"/>
          <w:szCs w:val="28"/>
        </w:rPr>
        <w:t>Первым, кто заявил о необходимости отделения политики от религии и морали был (…</w:t>
      </w:r>
      <w:r>
        <w:rPr>
          <w:rFonts w:ascii="Times New Roman" w:hAnsi="Times New Roman"/>
          <w:sz w:val="28"/>
          <w:szCs w:val="28"/>
        </w:rPr>
        <w:t>……………………………</w:t>
      </w:r>
      <w:r w:rsidRPr="00A2253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A36BAD" w:rsidRDefault="00A36BAD" w:rsidP="002B088E">
      <w:pPr>
        <w:numPr>
          <w:ilvl w:val="0"/>
          <w:numId w:val="11"/>
        </w:numPr>
        <w:tabs>
          <w:tab w:val="clear" w:pos="720"/>
          <w:tab w:val="num" w:pos="567"/>
        </w:tabs>
        <w:ind w:left="567" w:hanging="283"/>
        <w:rPr>
          <w:rFonts w:ascii="Times New Roman" w:hAnsi="Times New Roman"/>
          <w:sz w:val="28"/>
          <w:szCs w:val="28"/>
        </w:rPr>
      </w:pPr>
      <w:r w:rsidRPr="00A22531">
        <w:rPr>
          <w:rFonts w:ascii="Times New Roman" w:hAnsi="Times New Roman"/>
          <w:sz w:val="28"/>
          <w:szCs w:val="28"/>
        </w:rPr>
        <w:t>В ходе неолитической «</w:t>
      </w:r>
      <w:r>
        <w:rPr>
          <w:rFonts w:ascii="Times New Roman" w:hAnsi="Times New Roman"/>
          <w:sz w:val="28"/>
          <w:szCs w:val="28"/>
        </w:rPr>
        <w:t xml:space="preserve">революции» произошел переход от </w:t>
      </w:r>
      <w:r w:rsidRPr="00A22531">
        <w:rPr>
          <w:rFonts w:ascii="Times New Roman" w:hAnsi="Times New Roman"/>
          <w:sz w:val="28"/>
          <w:szCs w:val="28"/>
        </w:rPr>
        <w:t>(…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…………………………………………………………………………….</w:t>
      </w:r>
      <w:r w:rsidRPr="00A2253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A36BAD" w:rsidRDefault="00A36BAD" w:rsidP="00717591">
      <w:pPr>
        <w:keepNext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36BAD" w:rsidRPr="00717591" w:rsidRDefault="00A36BAD" w:rsidP="002B088E">
      <w:pPr>
        <w:keepNext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7. Решите правовую задачу </w:t>
      </w:r>
      <w:r>
        <w:rPr>
          <w:rFonts w:ascii="Times New Roman" w:hAnsi="Times New Roman"/>
          <w:b/>
          <w:sz w:val="28"/>
          <w:szCs w:val="28"/>
        </w:rPr>
        <w:t>(Всего 8 баллов, по 2 балла за правильный ответ на вопрос).</w:t>
      </w:r>
    </w:p>
    <w:p w:rsidR="00A36BAD" w:rsidRDefault="00A36BAD" w:rsidP="002B088E">
      <w:pPr>
        <w:spacing w:before="60"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Имеющий от первого брака двух совершеннолетних детей гражданин Иванов И.И. второй раз женился, имея в собственности квартиру, дачу и 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шину. Однако гражданин умер, не успев составить завещание. При этом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бёнок от второго брака родился сразу же после смерти Иванова И.И. Дети от первого брака отказались разделять наследство с новорождённым. Также они противились разделу имущества с супругой Иванова И.И. по второму браку. Между тем, дедушка и бабушка считали детей Иванова И.И. от первого брака недостойными наследства, мотивируя это тем, что они не навещали своего болеющего отца и не оказывали должного ему уважения. </w:t>
      </w:r>
    </w:p>
    <w:p w:rsidR="00A36BAD" w:rsidRDefault="00A36BAD" w:rsidP="002B088E">
      <w:pPr>
        <w:numPr>
          <w:ilvl w:val="0"/>
          <w:numId w:val="6"/>
        </w:numPr>
        <w:tabs>
          <w:tab w:val="clear" w:pos="720"/>
          <w:tab w:val="num" w:pos="851"/>
        </w:tabs>
        <w:spacing w:after="0" w:line="360" w:lineRule="auto"/>
        <w:ind w:left="851" w:hanging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Имеет ли право новорождённый ребёнок наследовать имущество? </w:t>
      </w:r>
      <w:r w:rsidRPr="007971B1">
        <w:rPr>
          <w:rFonts w:ascii="Times New Roman" w:hAnsi="Times New Roman"/>
          <w:b/>
          <w:sz w:val="28"/>
          <w:szCs w:val="28"/>
        </w:rPr>
        <w:t>(2 балла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A36BAD" w:rsidRDefault="00A36BAD" w:rsidP="002B088E">
      <w:pPr>
        <w:numPr>
          <w:ilvl w:val="0"/>
          <w:numId w:val="6"/>
        </w:numPr>
        <w:tabs>
          <w:tab w:val="clear" w:pos="720"/>
          <w:tab w:val="num" w:pos="851"/>
        </w:tabs>
        <w:spacing w:after="0" w:line="360" w:lineRule="auto"/>
        <w:ind w:left="851" w:hanging="284"/>
        <w:jc w:val="both"/>
        <w:rPr>
          <w:rFonts w:ascii="Times New Roman" w:hAnsi="Times New Roman"/>
          <w:b/>
          <w:sz w:val="28"/>
          <w:szCs w:val="28"/>
        </w:rPr>
      </w:pPr>
      <w:r w:rsidRPr="007971B1">
        <w:rPr>
          <w:rFonts w:ascii="Times New Roman" w:hAnsi="Times New Roman"/>
          <w:b/>
          <w:sz w:val="28"/>
          <w:szCs w:val="28"/>
        </w:rPr>
        <w:t xml:space="preserve">Вправе ли требовать части имущества супруга гражданина по второму браку? </w:t>
      </w:r>
      <w:r>
        <w:rPr>
          <w:rFonts w:ascii="Times New Roman" w:hAnsi="Times New Roman"/>
          <w:b/>
          <w:sz w:val="28"/>
          <w:szCs w:val="28"/>
        </w:rPr>
        <w:t>(2 балла)</w:t>
      </w:r>
    </w:p>
    <w:p w:rsidR="00A36BAD" w:rsidRDefault="00A36BAD" w:rsidP="002B088E">
      <w:pPr>
        <w:numPr>
          <w:ilvl w:val="0"/>
          <w:numId w:val="6"/>
        </w:numPr>
        <w:tabs>
          <w:tab w:val="clear" w:pos="720"/>
          <w:tab w:val="num" w:pos="851"/>
        </w:tabs>
        <w:spacing w:after="0" w:line="360" w:lineRule="auto"/>
        <w:ind w:left="851" w:hanging="284"/>
        <w:jc w:val="both"/>
        <w:rPr>
          <w:rFonts w:ascii="Times New Roman" w:hAnsi="Times New Roman"/>
          <w:b/>
          <w:sz w:val="28"/>
          <w:szCs w:val="28"/>
        </w:rPr>
      </w:pPr>
      <w:r w:rsidRPr="007971B1">
        <w:rPr>
          <w:rFonts w:ascii="Times New Roman" w:hAnsi="Times New Roman"/>
          <w:b/>
          <w:sz w:val="28"/>
          <w:szCs w:val="28"/>
        </w:rPr>
        <w:t xml:space="preserve">Могут ли наследовать имущество гражданина дети от первого брака? </w:t>
      </w:r>
      <w:r>
        <w:rPr>
          <w:rFonts w:ascii="Times New Roman" w:hAnsi="Times New Roman"/>
          <w:b/>
          <w:sz w:val="28"/>
          <w:szCs w:val="28"/>
        </w:rPr>
        <w:t>(2 балла)</w:t>
      </w:r>
    </w:p>
    <w:p w:rsidR="00A36BAD" w:rsidRDefault="00A36BAD" w:rsidP="002B088E">
      <w:pPr>
        <w:numPr>
          <w:ilvl w:val="0"/>
          <w:numId w:val="6"/>
        </w:numPr>
        <w:tabs>
          <w:tab w:val="clear" w:pos="720"/>
          <w:tab w:val="num" w:pos="851"/>
        </w:tabs>
        <w:spacing w:after="0" w:line="360" w:lineRule="auto"/>
        <w:ind w:left="851" w:hanging="284"/>
        <w:jc w:val="both"/>
        <w:rPr>
          <w:rFonts w:ascii="Times New Roman" w:hAnsi="Times New Roman"/>
          <w:b/>
          <w:sz w:val="28"/>
          <w:szCs w:val="28"/>
        </w:rPr>
      </w:pPr>
      <w:r w:rsidRPr="007971B1">
        <w:rPr>
          <w:rFonts w:ascii="Times New Roman" w:hAnsi="Times New Roman"/>
          <w:b/>
          <w:sz w:val="28"/>
          <w:szCs w:val="28"/>
        </w:rPr>
        <w:t>К наследникам какой очереди относятся дети от первого брака, бабушка и дедушка?</w:t>
      </w:r>
      <w:r>
        <w:rPr>
          <w:rFonts w:ascii="Times New Roman" w:hAnsi="Times New Roman"/>
          <w:b/>
          <w:sz w:val="28"/>
          <w:szCs w:val="28"/>
        </w:rPr>
        <w:t xml:space="preserve"> (2 балла)</w:t>
      </w:r>
    </w:p>
    <w:p w:rsidR="00A36BAD" w:rsidRDefault="00A36BAD" w:rsidP="007971B1">
      <w:pPr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  <w:t>Ответ:</w:t>
      </w:r>
    </w:p>
    <w:p w:rsidR="00A36BAD" w:rsidRPr="00B03ABD" w:rsidRDefault="00A36BAD" w:rsidP="002B08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3ABD">
        <w:rPr>
          <w:sz w:val="28"/>
          <w:szCs w:val="28"/>
        </w:rPr>
        <w:t>1._______________________________________________________________________________________________________________________________________________________________________________________________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</w:t>
      </w:r>
    </w:p>
    <w:p w:rsidR="00A36BAD" w:rsidRPr="00B03ABD" w:rsidRDefault="00A36BAD" w:rsidP="002B08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3ABD">
        <w:rPr>
          <w:sz w:val="28"/>
          <w:szCs w:val="28"/>
        </w:rPr>
        <w:t>2._______________________________________________________________________________________________________________________________________________________________________________________________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</w:t>
      </w:r>
    </w:p>
    <w:p w:rsidR="00A36BAD" w:rsidRPr="00B03ABD" w:rsidRDefault="00A36BAD" w:rsidP="002B088E">
      <w:pPr>
        <w:spacing w:after="0" w:line="240" w:lineRule="auto"/>
        <w:jc w:val="both"/>
        <w:rPr>
          <w:sz w:val="28"/>
          <w:szCs w:val="28"/>
        </w:rPr>
      </w:pPr>
      <w:r w:rsidRPr="00B03ABD">
        <w:rPr>
          <w:sz w:val="28"/>
          <w:szCs w:val="28"/>
        </w:rPr>
        <w:t>3._______________________________________________________________________________________________________________________________________________________________________________________________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</w:t>
      </w:r>
    </w:p>
    <w:p w:rsidR="00A36BAD" w:rsidRPr="003450A9" w:rsidRDefault="00A36BAD" w:rsidP="002B088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3ABD">
        <w:rPr>
          <w:sz w:val="28"/>
          <w:szCs w:val="28"/>
        </w:rPr>
        <w:t>4._______________________________________________________________________________________________________________________________________________________________________________________________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</w:t>
      </w:r>
    </w:p>
    <w:p w:rsidR="00A36BAD" w:rsidRDefault="00A36BAD" w:rsidP="002B088E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36BAD" w:rsidRPr="00923290" w:rsidRDefault="00A36BAD" w:rsidP="002B088E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8. </w:t>
      </w:r>
      <w:r w:rsidRPr="00923290">
        <w:rPr>
          <w:rFonts w:ascii="Times New Roman" w:hAnsi="Times New Roman"/>
          <w:b/>
          <w:sz w:val="28"/>
          <w:szCs w:val="28"/>
        </w:rPr>
        <w:t>Соотнесите эпохи и варианты представлений о направлении и хара</w:t>
      </w:r>
      <w:r w:rsidRPr="00923290">
        <w:rPr>
          <w:rFonts w:ascii="Times New Roman" w:hAnsi="Times New Roman"/>
          <w:b/>
          <w:sz w:val="28"/>
          <w:szCs w:val="28"/>
        </w:rPr>
        <w:t>к</w:t>
      </w:r>
      <w:r w:rsidRPr="00923290">
        <w:rPr>
          <w:rFonts w:ascii="Times New Roman" w:hAnsi="Times New Roman"/>
          <w:b/>
          <w:sz w:val="28"/>
          <w:szCs w:val="28"/>
        </w:rPr>
        <w:t>тере изменений  исторического развития. Результаты занесите в табл</w:t>
      </w:r>
      <w:r w:rsidRPr="00923290">
        <w:rPr>
          <w:rFonts w:ascii="Times New Roman" w:hAnsi="Times New Roman"/>
          <w:b/>
          <w:sz w:val="28"/>
          <w:szCs w:val="28"/>
        </w:rPr>
        <w:t>и</w:t>
      </w:r>
      <w:r w:rsidRPr="00923290">
        <w:rPr>
          <w:rFonts w:ascii="Times New Roman" w:hAnsi="Times New Roman"/>
          <w:b/>
          <w:sz w:val="28"/>
          <w:szCs w:val="28"/>
        </w:rPr>
        <w:t>цу.</w:t>
      </w:r>
    </w:p>
    <w:p w:rsidR="00A36BAD" w:rsidRPr="00923290" w:rsidRDefault="00A36BAD" w:rsidP="002B088E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Античность. 2. Средневековье. 3. Просвещение.</w:t>
      </w:r>
    </w:p>
    <w:p w:rsidR="00A36BAD" w:rsidRPr="00923290" w:rsidRDefault="00A36BAD" w:rsidP="002B088E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B088E">
        <w:rPr>
          <w:rFonts w:ascii="Times New Roman" w:hAnsi="Times New Roman"/>
          <w:b/>
          <w:sz w:val="28"/>
          <w:szCs w:val="28"/>
        </w:rPr>
        <w:t>А.</w:t>
      </w:r>
      <w:r w:rsidRPr="009232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923290">
        <w:rPr>
          <w:rFonts w:ascii="Times New Roman" w:hAnsi="Times New Roman"/>
          <w:sz w:val="28"/>
          <w:szCs w:val="28"/>
        </w:rPr>
        <w:t>аждая новая эпоха отличается от предыдущей своими задачами, опред</w:t>
      </w:r>
      <w:r w:rsidRPr="00923290">
        <w:rPr>
          <w:rFonts w:ascii="Times New Roman" w:hAnsi="Times New Roman"/>
          <w:sz w:val="28"/>
          <w:szCs w:val="28"/>
        </w:rPr>
        <w:t>е</w:t>
      </w:r>
      <w:r w:rsidRPr="00923290">
        <w:rPr>
          <w:rFonts w:ascii="Times New Roman" w:hAnsi="Times New Roman"/>
          <w:sz w:val="28"/>
          <w:szCs w:val="28"/>
        </w:rPr>
        <w:t>ляемыми высшей волей и вместе с тем, связана с предыдущей эпохой, п</w:t>
      </w:r>
      <w:r w:rsidRPr="00923290">
        <w:rPr>
          <w:rFonts w:ascii="Times New Roman" w:hAnsi="Times New Roman"/>
          <w:sz w:val="28"/>
          <w:szCs w:val="28"/>
        </w:rPr>
        <w:t>о</w:t>
      </w:r>
      <w:r w:rsidRPr="00923290">
        <w:rPr>
          <w:rFonts w:ascii="Times New Roman" w:hAnsi="Times New Roman"/>
          <w:sz w:val="28"/>
          <w:szCs w:val="28"/>
        </w:rPr>
        <w:t>скольку минувшее интерпретировалось как праобраз последующих явлений (прототипы). Человечество имеет возможность  совершенствоваться, что проявляется в линейном характере истории, как в периодизации, так  и в причинах гибели великих империй: степень распространения мирских (осн</w:t>
      </w:r>
      <w:r w:rsidRPr="00923290">
        <w:rPr>
          <w:rFonts w:ascii="Times New Roman" w:hAnsi="Times New Roman"/>
          <w:sz w:val="28"/>
          <w:szCs w:val="28"/>
        </w:rPr>
        <w:t>о</w:t>
      </w:r>
      <w:r w:rsidRPr="00923290">
        <w:rPr>
          <w:rFonts w:ascii="Times New Roman" w:hAnsi="Times New Roman"/>
          <w:sz w:val="28"/>
          <w:szCs w:val="28"/>
        </w:rPr>
        <w:t>ванных на грехе и насилии) или духовных достижений – распространения и усвоения истинной веры.</w:t>
      </w:r>
    </w:p>
    <w:p w:rsidR="00A36BAD" w:rsidRPr="00923290" w:rsidRDefault="00A36BAD" w:rsidP="002B088E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B088E">
        <w:rPr>
          <w:rFonts w:ascii="Times New Roman" w:hAnsi="Times New Roman"/>
          <w:b/>
          <w:sz w:val="28"/>
          <w:szCs w:val="28"/>
        </w:rPr>
        <w:t>Б.</w:t>
      </w:r>
      <w:r w:rsidRPr="009232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923290">
        <w:rPr>
          <w:rFonts w:ascii="Times New Roman" w:hAnsi="Times New Roman"/>
          <w:sz w:val="28"/>
          <w:szCs w:val="28"/>
        </w:rPr>
        <w:t>сторический процесс изменяется в направлении совершенствования от низших форм общества к высшим, главным образом, благодаря распростр</w:t>
      </w:r>
      <w:r w:rsidRPr="00923290">
        <w:rPr>
          <w:rFonts w:ascii="Times New Roman" w:hAnsi="Times New Roman"/>
          <w:sz w:val="28"/>
          <w:szCs w:val="28"/>
        </w:rPr>
        <w:t>а</w:t>
      </w:r>
      <w:r w:rsidRPr="00923290">
        <w:rPr>
          <w:rFonts w:ascii="Times New Roman" w:hAnsi="Times New Roman"/>
          <w:sz w:val="28"/>
          <w:szCs w:val="28"/>
        </w:rPr>
        <w:t>нению знаний.</w:t>
      </w:r>
    </w:p>
    <w:p w:rsidR="00A36BAD" w:rsidRDefault="00A36BAD" w:rsidP="002B088E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B088E">
        <w:rPr>
          <w:rFonts w:ascii="Times New Roman" w:hAnsi="Times New Roman"/>
          <w:b/>
          <w:sz w:val="28"/>
          <w:szCs w:val="28"/>
        </w:rPr>
        <w:t>В.</w:t>
      </w:r>
      <w:r w:rsidRPr="009232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923290">
        <w:rPr>
          <w:rFonts w:ascii="Times New Roman" w:hAnsi="Times New Roman"/>
          <w:sz w:val="28"/>
          <w:szCs w:val="28"/>
        </w:rPr>
        <w:t>ремя возвращается и, следовательно, возвращаются и повторяются явл</w:t>
      </w:r>
      <w:r w:rsidRPr="00923290">
        <w:rPr>
          <w:rFonts w:ascii="Times New Roman" w:hAnsi="Times New Roman"/>
          <w:sz w:val="28"/>
          <w:szCs w:val="28"/>
        </w:rPr>
        <w:t>е</w:t>
      </w:r>
      <w:r w:rsidRPr="00923290">
        <w:rPr>
          <w:rFonts w:ascii="Times New Roman" w:hAnsi="Times New Roman"/>
          <w:sz w:val="28"/>
          <w:szCs w:val="28"/>
        </w:rPr>
        <w:t>ния, прежде всего формы правления,  происходят  изменения в сторону ухудшения и в моральном состоянии общества - «регресс» (богатство уни</w:t>
      </w:r>
      <w:r w:rsidRPr="00923290">
        <w:rPr>
          <w:rFonts w:ascii="Times New Roman" w:hAnsi="Times New Roman"/>
          <w:sz w:val="28"/>
          <w:szCs w:val="28"/>
        </w:rPr>
        <w:t>ч</w:t>
      </w:r>
      <w:r w:rsidRPr="00923290">
        <w:rPr>
          <w:rFonts w:ascii="Times New Roman" w:hAnsi="Times New Roman"/>
          <w:sz w:val="28"/>
          <w:szCs w:val="28"/>
        </w:rPr>
        <w:t>тожает гражданский дух и мораль, а история - это  драма упадка).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A36BAD" w:rsidRPr="00A57961" w:rsidTr="00A57961">
        <w:tc>
          <w:tcPr>
            <w:tcW w:w="3190" w:type="dxa"/>
          </w:tcPr>
          <w:p w:rsidR="00A36BAD" w:rsidRPr="00A57961" w:rsidRDefault="00A36BAD" w:rsidP="002B08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7961">
              <w:rPr>
                <w:rFonts w:ascii="Times New Roman" w:hAnsi="Times New Roman"/>
                <w:sz w:val="28"/>
                <w:szCs w:val="28"/>
              </w:rPr>
              <w:t xml:space="preserve">                      1</w:t>
            </w:r>
          </w:p>
        </w:tc>
        <w:tc>
          <w:tcPr>
            <w:tcW w:w="3190" w:type="dxa"/>
          </w:tcPr>
          <w:p w:rsidR="00A36BAD" w:rsidRPr="00A57961" w:rsidRDefault="00A36BAD" w:rsidP="002B08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7961">
              <w:rPr>
                <w:rFonts w:ascii="Times New Roman" w:hAnsi="Times New Roman"/>
                <w:sz w:val="28"/>
                <w:szCs w:val="28"/>
              </w:rPr>
              <w:t xml:space="preserve">                    2</w:t>
            </w:r>
          </w:p>
        </w:tc>
        <w:tc>
          <w:tcPr>
            <w:tcW w:w="3191" w:type="dxa"/>
          </w:tcPr>
          <w:p w:rsidR="00A36BAD" w:rsidRPr="00A57961" w:rsidRDefault="00A36BAD" w:rsidP="002B08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7961">
              <w:rPr>
                <w:rFonts w:ascii="Times New Roman" w:hAnsi="Times New Roman"/>
                <w:sz w:val="28"/>
                <w:szCs w:val="28"/>
              </w:rPr>
              <w:t xml:space="preserve">                   3</w:t>
            </w:r>
          </w:p>
        </w:tc>
      </w:tr>
      <w:tr w:rsidR="00A36BAD" w:rsidRPr="00A57961" w:rsidTr="00A57961">
        <w:tc>
          <w:tcPr>
            <w:tcW w:w="3190" w:type="dxa"/>
          </w:tcPr>
          <w:p w:rsidR="00A36BAD" w:rsidRPr="00A57961" w:rsidRDefault="00A36BAD" w:rsidP="002B08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A36BAD" w:rsidRPr="00A57961" w:rsidRDefault="00A36BAD" w:rsidP="002B08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36BAD" w:rsidRPr="00A57961" w:rsidRDefault="00A36BAD" w:rsidP="002B08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6BAD" w:rsidRDefault="00A36BAD" w:rsidP="004B54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36BAD" w:rsidRPr="0023071B" w:rsidRDefault="00A36BAD" w:rsidP="003C29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9.  Решите кроссворд (всего 16 баллов по 1 баллу за ответ)</w:t>
      </w:r>
    </w:p>
    <w:p w:rsidR="00A36BAD" w:rsidRDefault="00A36BAD" w:rsidP="005C0808">
      <w:r>
        <w:rPr>
          <w:noProof/>
        </w:rPr>
      </w:r>
      <w:r>
        <w:pict>
          <v:group id="_x0000_s1026" editas="canvas" style="width:340.55pt;height:361.95pt;mso-position-horizontal-relative:char;mso-position-vertical-relative:line" coordorigin="10316,188" coordsize="6811,723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0316;top:188;width:6811;height:7239" o:preferrelative="f">
              <v:fill o:detectmouseclick="t"/>
              <v:path o:extrusionok="t" o:connecttype="none"/>
              <o:lock v:ext="edit" text="t"/>
            </v:shape>
            <v:group id="_x0000_s1028" style="position:absolute;left:10659;top:516;width:5943;height:6678" coordorigin="10659,516" coordsize="5943,6678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659;top:2109;width:452;height:452" filled="f" stroked="f">
                <v:textbox>
                  <w:txbxContent>
                    <w:p w:rsidR="00A36BAD" w:rsidRDefault="00A36BAD" w:rsidP="005C0808">
                      <w:pPr>
                        <w:jc w:val="right"/>
                      </w:pPr>
                      <w:r>
                        <w:t>1</w:t>
                      </w:r>
                    </w:p>
                  </w:txbxContent>
                </v:textbox>
              </v:shape>
              <v:shape id="_x0000_s1030" type="#_x0000_t202" style="position:absolute;left:11084;top:1870;width:452;height:452" filled="f" stroked="f">
                <v:textbox style="mso-next-textbox:#_x0000_s1030">
                  <w:txbxContent>
                    <w:p w:rsidR="00A36BAD" w:rsidRDefault="00A36BAD" w:rsidP="005C0808">
                      <w:pPr>
                        <w:jc w:val="right"/>
                      </w:pPr>
                      <w:r>
                        <w:t>2</w:t>
                      </w:r>
                    </w:p>
                  </w:txbxContent>
                </v:textbox>
              </v:shape>
              <v:shape id="_x0000_s1031" type="#_x0000_t202" style="position:absolute;left:13359;top:2788;width:452;height:452" filled="f" stroked="f">
                <v:textbox style="mso-next-textbox:#_x0000_s1031">
                  <w:txbxContent>
                    <w:p w:rsidR="00A36BAD" w:rsidRDefault="00A36BAD" w:rsidP="005C0808">
                      <w:pPr>
                        <w:jc w:val="right"/>
                      </w:pPr>
                      <w:r>
                        <w:t>5</w:t>
                      </w:r>
                    </w:p>
                  </w:txbxContent>
                </v:textbox>
              </v:shape>
              <v:shape id="_x0000_s1032" type="#_x0000_t202" style="position:absolute;left:12000;top:4128;width:452;height:452" filled="f" stroked="f">
                <v:textbox style="mso-next-textbox:#_x0000_s1032">
                  <w:txbxContent>
                    <w:p w:rsidR="00A36BAD" w:rsidRDefault="00A36BAD" w:rsidP="005C0808">
                      <w:pPr>
                        <w:jc w:val="right"/>
                      </w:pPr>
                      <w:r>
                        <w:t>6</w:t>
                      </w:r>
                    </w:p>
                  </w:txbxContent>
                </v:textbox>
              </v:shape>
              <v:shape id="_x0000_s1033" type="#_x0000_t202" style="position:absolute;left:13785;top:3673;width:452;height:452" filled="f" stroked="f">
                <v:textbox style="mso-next-textbox:#_x0000_s1033">
                  <w:txbxContent>
                    <w:p w:rsidR="00A36BAD" w:rsidRDefault="00A36BAD" w:rsidP="005C0808">
                      <w:pPr>
                        <w:jc w:val="right"/>
                      </w:pPr>
                      <w:r>
                        <w:t>7</w:t>
                      </w:r>
                    </w:p>
                  </w:txbxContent>
                </v:textbox>
              </v:shape>
              <v:shape id="_x0000_s1034" type="#_x0000_t202" style="position:absolute;left:14952;top:4804;width:452;height:452" filled="f" stroked="f">
                <v:textbox style="mso-next-textbox:#_x0000_s1034">
                  <w:txbxContent>
                    <w:p w:rsidR="00A36BAD" w:rsidRDefault="00A36BAD" w:rsidP="005C0808">
                      <w:pPr>
                        <w:jc w:val="right"/>
                      </w:pPr>
                      <w:r>
                        <w:t>9</w:t>
                      </w:r>
                    </w:p>
                  </w:txbxContent>
                </v:textbox>
              </v:shape>
              <v:shape id="_x0000_s1035" type="#_x0000_t202" style="position:absolute;left:13123;top:5959;width:452;height:452" filled="f" stroked="f">
                <v:textbox style="mso-next-textbox:#_x0000_s1035">
                  <w:txbxContent>
                    <w:p w:rsidR="00A36BAD" w:rsidRDefault="00A36BAD" w:rsidP="005C0808">
                      <w:pPr>
                        <w:jc w:val="right"/>
                      </w:pPr>
                      <w:r>
                        <w:t>8</w:t>
                      </w:r>
                    </w:p>
                  </w:txbxContent>
                </v:textbox>
              </v:shape>
              <v:shape id="_x0000_s1036" type="#_x0000_t202" style="position:absolute;left:13976;top:516;width:565;height:452" filled="f" stroked="f">
                <v:textbox style="mso-next-textbox:#_x0000_s1036">
                  <w:txbxContent>
                    <w:p w:rsidR="00A36BAD" w:rsidRDefault="00A36BAD" w:rsidP="005C0808">
                      <w:pPr>
                        <w:jc w:val="right"/>
                      </w:pPr>
                      <w:r>
                        <w:t>10</w:t>
                      </w:r>
                    </w:p>
                  </w:txbxContent>
                </v:textbox>
              </v:shape>
              <v:shape id="_x0000_s1037" type="#_x0000_t202" style="position:absolute;left:13573;top:977;width:678;height:452" filled="f" stroked="f">
                <v:textbox style="mso-next-textbox:#_x0000_s1037">
                  <w:txbxContent>
                    <w:p w:rsidR="00A36BAD" w:rsidRDefault="00A36BAD" w:rsidP="005C0808">
                      <w:pPr>
                        <w:jc w:val="right"/>
                      </w:pPr>
                      <w:r>
                        <w:t>11</w:t>
                      </w:r>
                    </w:p>
                  </w:txbxContent>
                </v:textbox>
              </v:shape>
              <v:shape id="_x0000_s1038" type="#_x0000_t202" style="position:absolute;left:14654;top:1399;width:565;height:452" filled="f" stroked="f">
                <v:textbox style="mso-next-textbox:#_x0000_s1038">
                  <w:txbxContent>
                    <w:p w:rsidR="00A36BAD" w:rsidRDefault="00A36BAD" w:rsidP="005C0808">
                      <w:pPr>
                        <w:jc w:val="right"/>
                      </w:pPr>
                      <w:r>
                        <w:t>13</w:t>
                      </w:r>
                    </w:p>
                  </w:txbxContent>
                </v:textbox>
              </v:shape>
              <v:shape id="_x0000_s1039" type="#_x0000_t202" style="position:absolute;left:13659;top:1874;width:565;height:452" filled="f" stroked="f">
                <v:textbox style="mso-next-textbox:#_x0000_s1039">
                  <w:txbxContent>
                    <w:p w:rsidR="00A36BAD" w:rsidRDefault="00A36BAD" w:rsidP="005C0808">
                      <w:pPr>
                        <w:jc w:val="right"/>
                      </w:pPr>
                      <w:r>
                        <w:t>12</w:t>
                      </w:r>
                    </w:p>
                  </w:txbxContent>
                </v:textbox>
              </v:shape>
              <v:shape id="_x0000_s1040" type="#_x0000_t202" style="position:absolute;left:15338;top:1632;width:565;height:452" filled="f" stroked="f">
                <v:textbox style="mso-next-textbox:#_x0000_s1040">
                  <w:txbxContent>
                    <w:p w:rsidR="00A36BAD" w:rsidRDefault="00A36BAD" w:rsidP="005C0808">
                      <w:pPr>
                        <w:jc w:val="right"/>
                      </w:pPr>
                      <w:r>
                        <w:t>14</w:t>
                      </w:r>
                    </w:p>
                  </w:txbxContent>
                </v:textbox>
              </v:shape>
              <v:shape id="_x0000_s1041" type="#_x0000_t202" style="position:absolute;left:15924;top:2982;width:678;height:452" filled="f" stroked="f">
                <v:textbox style="mso-next-textbox:#_x0000_s1041">
                  <w:txbxContent>
                    <w:p w:rsidR="00A36BAD" w:rsidRDefault="00A36BAD" w:rsidP="005C0808">
                      <w:pPr>
                        <w:jc w:val="right"/>
                      </w:pPr>
                      <w:r>
                        <w:t>16</w:t>
                      </w:r>
                    </w:p>
                  </w:txbxContent>
                </v:textbox>
              </v:shape>
              <v:shape id="_x0000_s1042" type="#_x0000_t202" style="position:absolute;left:11760;top:3022;width:452;height:452" filled="f" stroked="f">
                <v:textbox style="mso-next-textbox:#_x0000_s1042">
                  <w:txbxContent>
                    <w:p w:rsidR="00A36BAD" w:rsidRDefault="00A36BAD" w:rsidP="005C0808">
                      <w:pPr>
                        <w:jc w:val="right"/>
                      </w:pPr>
                      <w:r>
                        <w:t>4</w:t>
                      </w:r>
                    </w:p>
                  </w:txbxContent>
                </v:textbox>
              </v:shape>
              <v:shape id="_x0000_s1043" type="#_x0000_t202" style="position:absolute;left:11994;top:1868;width:452;height:452" filled="f" stroked="f">
                <v:textbox style="mso-next-textbox:#_x0000_s1043">
                  <w:txbxContent>
                    <w:p w:rsidR="00A36BAD" w:rsidRDefault="00A36BAD" w:rsidP="005C0808">
                      <w:pPr>
                        <w:jc w:val="right"/>
                      </w:pPr>
                      <w:r>
                        <w:t>3</w:t>
                      </w:r>
                    </w:p>
                  </w:txbxContent>
                </v:textbox>
              </v:shape>
              <v:rect id="_x0000_s1044" style="position:absolute;left:14161;top:1089;width:227;height:222"/>
              <v:rect id="_x0000_s1045" style="position:absolute;left:15065;top:1092;width:228;height:226"/>
              <v:rect id="_x0000_s1046" style="position:absolute;left:14613;top:1092;width:227;height:226"/>
              <v:rect id="_x0000_s1047" style="position:absolute;left:14840;top:1092;width:227;height:226"/>
              <v:rect id="_x0000_s1048" style="position:absolute;left:15291;top:1092;width:227;height:226"/>
              <v:rect id="_x0000_s1049" style="position:absolute;left:14388;top:1092;width:227;height:226"/>
              <v:rect id="_x0000_s1050" style="position:absolute;left:15518;top:1092;width:227;height:226"/>
              <v:rect id="_x0000_s1051" style="position:absolute;left:15744;top:1092;width:227;height:226"/>
              <v:rect id="_x0000_s1052" style="position:absolute;left:14162;top:866;width:226;height:227"/>
              <v:rect id="_x0000_s1053" style="position:absolute;left:14162;top:1770;width:227;height:226"/>
              <v:rect id="_x0000_s1054" style="position:absolute;left:14162;top:1318;width:227;height:226"/>
              <v:rect id="_x0000_s1055" style="position:absolute;left:14162;top:1544;width:225;height:227"/>
              <v:rect id="_x0000_s1056" style="position:absolute;left:14162;top:1996;width:227;height:226"/>
              <v:rect id="_x0000_s1057" style="position:absolute;left:14162;top:2222;width:228;height:226"/>
              <v:rect id="_x0000_s1058" style="position:absolute;left:14162;top:2448;width:227;height:226"/>
              <v:rect id="_x0000_s1059" style="position:absolute;left:14162;top:2674;width:227;height:226"/>
              <v:rect id="_x0000_s1060" style="position:absolute;left:14162;top:2900;width:225;height:227"/>
              <v:rect id="_x0000_s1061" style="position:absolute;left:14162;top:3126;width:225;height:227"/>
              <v:rect id="_x0000_s1062" style="position:absolute;left:14389;top:1998;width:227;height:227"/>
              <v:rect id="_x0000_s1063" style="position:absolute;left:14840;top:1996;width:228;height:226"/>
              <v:rect id="_x0000_s1064" style="position:absolute;left:14615;top:1996;width:227;height:226"/>
              <v:rect id="_x0000_s1065" style="position:absolute;left:15066;top:1996;width:227;height:226"/>
              <v:rect id="_x0000_s1066" style="position:absolute;left:15744;top:1996;width:227;height:226"/>
              <v:rect id="_x0000_s1067" style="position:absolute;left:15293;top:1996;width:227;height:226"/>
              <v:rect id="_x0000_s1068" style="position:absolute;left:15519;top:1996;width:227;height:226"/>
              <v:rect id="_x0000_s1069" style="position:absolute;left:15970;top:1092;width:227;height:226"/>
              <v:rect id="_x0000_s1070" style="position:absolute;left:14840;top:1770;width:227;height:226"/>
              <v:rect id="_x0000_s1071" style="position:absolute;left:14840;top:2222;width:228;height:226"/>
              <v:rect id="_x0000_s1072" style="position:absolute;left:14840;top:2448;width:227;height:226"/>
              <v:rect id="_x0000_s1073" style="position:absolute;left:14840;top:2674;width:227;height:226"/>
              <v:rect id="_x0000_s1074" style="position:absolute;left:14840;top:2900;width:225;height:227"/>
              <v:rect id="_x0000_s1075" style="position:absolute;left:14840;top:3126;width:225;height:227"/>
              <v:rect id="_x0000_s1076" style="position:absolute;left:15518;top:2448;width:227;height:226"/>
              <v:rect id="_x0000_s1077" style="position:absolute;left:15518;top:2222;width:225;height:227"/>
              <v:rect id="_x0000_s1078" style="position:absolute;left:15518;top:2674;width:227;height:226"/>
              <v:rect id="_x0000_s1079" style="position:absolute;left:15518;top:2900;width:228;height:226"/>
              <v:rect id="_x0000_s1080" style="position:absolute;left:15518;top:3126;width:227;height:226"/>
              <v:rect id="_x0000_s1081" style="position:absolute;left:15518;top:3352;width:227;height:226"/>
              <v:rect id="_x0000_s1082" style="position:absolute;left:15518;top:3578;width:225;height:227"/>
              <v:rect id="_x0000_s1083" style="position:absolute;left:15518;top:3804;width:225;height:227"/>
              <v:rect id="_x0000_s1084" style="position:absolute;left:15292;top:3578;width:225;height:227"/>
              <v:rect id="_x0000_s1085" style="position:absolute;left:16195;top:3578;width:227;height:226"/>
              <v:rect id="_x0000_s1086" style="position:absolute;left:15744;top:3578;width:227;height:226"/>
              <v:rect id="_x0000_s1087" style="position:absolute;left:15970;top:3578;width:227;height:226"/>
              <v:rect id="_x0000_s1088" style="position:absolute;left:16196;top:3352;width:225;height:227"/>
              <v:rect id="_x0000_s1089" style="position:absolute;left:16195;top:4027;width:227;height:222"/>
              <v:rect id="_x0000_s1090" style="position:absolute;left:16196;top:3804;width:226;height:227"/>
              <v:rect id="_x0000_s1091" style="position:absolute;left:16196;top:4708;width:227;height:226"/>
              <v:rect id="_x0000_s1092" style="position:absolute;left:16196;top:4256;width:227;height:226"/>
              <v:rect id="_x0000_s1093" style="position:absolute;left:16196;top:4482;width:225;height:227"/>
              <v:rect id="_x0000_s1094" style="position:absolute;left:12128;top:3123;width:227;height:222"/>
              <v:rect id="_x0000_s1095" style="position:absolute;left:13032;top:3126;width:228;height:226"/>
              <v:rect id="_x0000_s1096" style="position:absolute;left:12580;top:3126;width:227;height:226"/>
              <v:rect id="_x0000_s1097" style="position:absolute;left:12807;top:3126;width:227;height:226"/>
              <v:rect id="_x0000_s1098" style="position:absolute;left:13258;top:3126;width:227;height:226"/>
              <v:rect id="_x0000_s1099" style="position:absolute;left:12355;top:3126;width:227;height:226"/>
              <v:rect id="_x0000_s1100" style="position:absolute;left:13485;top:3126;width:227;height:226"/>
              <v:rect id="_x0000_s1101" style="position:absolute;left:13711;top:3126;width:227;height:226"/>
              <v:rect id="_x0000_s1102" style="position:absolute;left:13937;top:3126;width:227;height:226"/>
              <v:rect id="_x0000_s1103" style="position:absolute;left:12128;top:2448;width:227;height:222"/>
              <v:rect id="_x0000_s1104" style="position:absolute;left:12129;top:2225;width:226;height:227"/>
              <v:rect id="_x0000_s1105" style="position:absolute;left:12129;top:2677;width:227;height:226"/>
              <v:rect id="_x0000_s1106" style="position:absolute;left:12129;top:2903;width:225;height:227"/>
              <v:rect id="_x0000_s1107" style="position:absolute;left:12353;top:2222;width:227;height:226"/>
              <v:rect id="_x0000_s1108" style="position:absolute;left:12580;top:2222;width:227;height:226"/>
              <v:rect id="_x0000_s1109" style="position:absolute;left:12806;top:2222;width:227;height:226"/>
              <v:rect id="_x0000_s1110" style="position:absolute;left:13032;top:2222;width:227;height:226"/>
              <v:rect id="_x0000_s1111" style="position:absolute;left:10997;top:2222;width:228;height:226"/>
              <v:rect id="_x0000_s1112" style="position:absolute;left:11223;top:2222;width:227;height:226"/>
              <v:rect id="_x0000_s1113" style="position:absolute;left:11450;top:2222;width:227;height:226"/>
              <v:rect id="_x0000_s1114" style="position:absolute;left:11676;top:2222;width:227;height:226"/>
              <v:rect id="_x0000_s1115" style="position:absolute;left:11902;top:2222;width:227;height:226"/>
              <v:rect id="_x0000_s1116" style="position:absolute;left:11223;top:2671;width:227;height:222"/>
              <v:rect id="_x0000_s1117" style="position:absolute;left:11224;top:2448;width:226;height:227"/>
              <v:rect id="_x0000_s1118" style="position:absolute;left:11224;top:3352;width:227;height:226"/>
              <v:rect id="_x0000_s1119" style="position:absolute;left:11224;top:2900;width:227;height:226"/>
              <v:rect id="_x0000_s1120" style="position:absolute;left:11224;top:3126;width:225;height:227"/>
              <v:rect id="_x0000_s1121" style="position:absolute;left:11224;top:3578;width:227;height:226"/>
              <v:rect id="_x0000_s1122" style="position:absolute;left:11224;top:3804;width:228;height:226"/>
              <v:rect id="_x0000_s1123" style="position:absolute;left:13483;top:3575;width:227;height:222"/>
              <v:rect id="_x0000_s1124" style="position:absolute;left:13484;top:3352;width:226;height:227"/>
              <v:rect id="_x0000_s1125" style="position:absolute;left:13484;top:4256;width:227;height:226"/>
              <v:rect id="_x0000_s1126" style="position:absolute;left:13484;top:3804;width:227;height:226"/>
              <v:rect id="_x0000_s1127" style="position:absolute;left:13484;top:4030;width:225;height:227"/>
              <v:rect id="_x0000_s1128" style="position:absolute;left:13484;top:4482;width:227;height:226"/>
              <v:rect id="_x0000_s1129" style="position:absolute;left:13484;top:4708;width:228;height:226"/>
              <v:rect id="_x0000_s1130" style="position:absolute;left:13484;top:4934;width:227;height:226"/>
              <v:rect id="_x0000_s1131" style="position:absolute;left:13484;top:5160;width:227;height:226"/>
              <v:rect id="_x0000_s1132" style="position:absolute;left:12353;top:4256;width:228;height:226"/>
              <v:rect id="_x0000_s1133" style="position:absolute;left:12579;top:4256;width:227;height:226"/>
              <v:rect id="_x0000_s1134" style="position:absolute;left:12806;top:4256;width:227;height:226"/>
              <v:rect id="_x0000_s1135" style="position:absolute;left:13032;top:4256;width:227;height:226"/>
              <v:rect id="_x0000_s1136" style="position:absolute;left:13258;top:4256;width:227;height:226"/>
              <v:rect id="_x0000_s1137" style="position:absolute;left:13710;top:4256;width:228;height:226"/>
              <v:rect id="_x0000_s1138" style="position:absolute;left:13936;top:4256;width:227;height:226"/>
              <v:rect id="_x0000_s1139" style="position:absolute;left:14163;top:4256;width:227;height:226"/>
              <v:rect id="_x0000_s1140" style="position:absolute;left:14389;top:4256;width:227;height:226"/>
              <v:rect id="_x0000_s1141" style="position:absolute;left:14615;top:4256;width:227;height:226"/>
              <v:rect id="_x0000_s1142" style="position:absolute;left:13936;top:4030;width:227;height:226"/>
              <v:rect id="_x0000_s1143" style="position:absolute;left:13936;top:4708;width:227;height:222"/>
              <v:rect id="_x0000_s1144" style="position:absolute;left:13937;top:4485;width:226;height:227"/>
              <v:rect id="_x0000_s1145" style="position:absolute;left:13937;top:5389;width:227;height:226"/>
              <v:rect id="_x0000_s1146" style="position:absolute;left:13937;top:4937;width:227;height:226"/>
              <v:rect id="_x0000_s1147" style="position:absolute;left:13937;top:5163;width:225;height:227"/>
              <v:rect id="_x0000_s1148" style="position:absolute;left:13937;top:5615;width:227;height:226"/>
              <v:rect id="_x0000_s1149" style="position:absolute;left:13937;top:5841;width:228;height:226"/>
              <v:rect id="_x0000_s1150" style="position:absolute;left:13937;top:6067;width:227;height:226"/>
              <v:rect id="_x0000_s1151" style="position:absolute;left:13484;top:6064;width:228;height:226"/>
              <v:rect id="_x0000_s1152" style="position:absolute;left:13710;top:6064;width:227;height:226"/>
              <v:rect id="_x0000_s1153" style="position:absolute;left:15067;top:6067;width:226;height:227"/>
              <v:rect id="_x0000_s1154" style="position:absolute;left:15291;top:6064;width:227;height:226"/>
              <v:rect id="_x0000_s1155" style="position:absolute;left:15518;top:6064;width:227;height:226"/>
              <v:rect id="_x0000_s1156" style="position:absolute;left:15744;top:6064;width:227;height:226"/>
              <v:rect id="_x0000_s1157" style="position:absolute;left:15970;top:6064;width:227;height:226"/>
              <v:rect id="_x0000_s1158" style="position:absolute;left:14161;top:6064;width:227;height:226"/>
              <v:rect id="_x0000_s1159" style="position:absolute;left:14388;top:6064;width:227;height:226"/>
              <v:rect id="_x0000_s1160" style="position:absolute;left:14614;top:6064;width:227;height:226"/>
              <v:rect id="_x0000_s1161" style="position:absolute;left:14840;top:6064;width:227;height:226"/>
              <v:rect id="_x0000_s1162" style="position:absolute;left:15065;top:5160;width:227;height:226"/>
              <v:rect id="_x0000_s1163" style="position:absolute;left:15065;top:5609;width:227;height:222"/>
              <v:rect id="_x0000_s1164" style="position:absolute;left:15066;top:5386;width:226;height:227"/>
              <v:rect id="_x0000_s1165" style="position:absolute;left:15066;top:5838;width:227;height:226"/>
              <v:rect id="_x0000_s1166" style="position:absolute;left:15066;top:6290;width:227;height:226"/>
              <v:rect id="_x0000_s1167" style="position:absolute;left:15066;top:6739;width:227;height:222"/>
              <v:rect id="_x0000_s1168" style="position:absolute;left:15067;top:6516;width:226;height:227"/>
              <v:rect id="_x0000_s1169" style="position:absolute;left:15067;top:6968;width:227;height:226"/>
              <v:shape id="_x0000_s1170" type="#_x0000_t202" style="position:absolute;left:14709;top:3468;width:678;height:452" filled="f" stroked="f">
                <v:textbox style="mso-next-textbox:#_x0000_s1170">
                  <w:txbxContent>
                    <w:p w:rsidR="00A36BAD" w:rsidRDefault="00A36BAD" w:rsidP="005C0808">
                      <w:pPr>
                        <w:jc w:val="right"/>
                      </w:pPr>
                      <w:r>
                        <w:t>15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A36BAD" w:rsidRPr="002B088E" w:rsidRDefault="00A36BAD" w:rsidP="00097BD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B088E">
        <w:rPr>
          <w:rFonts w:ascii="Times New Roman" w:hAnsi="Times New Roman"/>
          <w:b/>
          <w:sz w:val="28"/>
          <w:szCs w:val="28"/>
        </w:rPr>
        <w:t>По горизонтали</w:t>
      </w:r>
    </w:p>
    <w:p w:rsidR="00A36BAD" w:rsidRPr="002B088E" w:rsidRDefault="00A36BAD" w:rsidP="00097BD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2B088E">
        <w:rPr>
          <w:rFonts w:ascii="Times New Roman" w:hAnsi="Times New Roman"/>
          <w:sz w:val="28"/>
          <w:szCs w:val="28"/>
        </w:rPr>
        <w:t>1. Любое имущество, используемое для получения прибыли в процессе пр</w:t>
      </w:r>
      <w:r w:rsidRPr="002B088E">
        <w:rPr>
          <w:rFonts w:ascii="Times New Roman" w:hAnsi="Times New Roman"/>
          <w:sz w:val="28"/>
          <w:szCs w:val="28"/>
        </w:rPr>
        <w:t>о</w:t>
      </w:r>
      <w:r w:rsidRPr="002B088E">
        <w:rPr>
          <w:rFonts w:ascii="Times New Roman" w:hAnsi="Times New Roman"/>
          <w:sz w:val="28"/>
          <w:szCs w:val="28"/>
        </w:rPr>
        <w:t>изводства и торговли</w:t>
      </w:r>
      <w:r w:rsidRPr="002B088E">
        <w:rPr>
          <w:rFonts w:ascii="Times New Roman" w:hAnsi="Times New Roman"/>
          <w:b/>
          <w:sz w:val="28"/>
          <w:szCs w:val="28"/>
        </w:rPr>
        <w:t>.</w:t>
      </w:r>
    </w:p>
    <w:p w:rsidR="00A36BAD" w:rsidRPr="002B088E" w:rsidRDefault="00A36BAD" w:rsidP="00097BD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B088E">
        <w:rPr>
          <w:rFonts w:ascii="Times New Roman" w:hAnsi="Times New Roman"/>
          <w:sz w:val="28"/>
          <w:szCs w:val="28"/>
        </w:rPr>
        <w:t>2. Деятельность судебных органов, основанное на законе</w:t>
      </w:r>
      <w:r w:rsidRPr="002B088E">
        <w:rPr>
          <w:rFonts w:ascii="Times New Roman" w:hAnsi="Times New Roman"/>
          <w:b/>
          <w:sz w:val="28"/>
          <w:szCs w:val="28"/>
        </w:rPr>
        <w:t>.</w:t>
      </w:r>
    </w:p>
    <w:p w:rsidR="00A36BAD" w:rsidRPr="002B088E" w:rsidRDefault="00A36BAD" w:rsidP="00097BD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B088E">
        <w:rPr>
          <w:rFonts w:ascii="Times New Roman" w:hAnsi="Times New Roman"/>
          <w:sz w:val="28"/>
          <w:szCs w:val="28"/>
        </w:rPr>
        <w:t>5.</w:t>
      </w:r>
      <w:r w:rsidRPr="002B088E">
        <w:rPr>
          <w:rFonts w:ascii="Times New Roman" w:hAnsi="Times New Roman"/>
        </w:rPr>
        <w:t xml:space="preserve"> </w:t>
      </w:r>
      <w:r w:rsidRPr="002B088E">
        <w:rPr>
          <w:rFonts w:ascii="Times New Roman" w:hAnsi="Times New Roman"/>
          <w:sz w:val="28"/>
          <w:szCs w:val="28"/>
        </w:rPr>
        <w:t>Хозяйственная деятельность по обороту товаров и услуг с целью получ</w:t>
      </w:r>
      <w:r w:rsidRPr="002B088E">
        <w:rPr>
          <w:rFonts w:ascii="Times New Roman" w:hAnsi="Times New Roman"/>
          <w:sz w:val="28"/>
          <w:szCs w:val="28"/>
        </w:rPr>
        <w:t>е</w:t>
      </w:r>
      <w:r w:rsidRPr="002B088E">
        <w:rPr>
          <w:rFonts w:ascii="Times New Roman" w:hAnsi="Times New Roman"/>
          <w:sz w:val="28"/>
          <w:szCs w:val="28"/>
        </w:rPr>
        <w:t>ния выгоды</w:t>
      </w:r>
      <w:r w:rsidRPr="002B088E">
        <w:rPr>
          <w:rFonts w:ascii="Times New Roman" w:hAnsi="Times New Roman"/>
          <w:b/>
          <w:sz w:val="28"/>
          <w:szCs w:val="28"/>
        </w:rPr>
        <w:t xml:space="preserve">. </w:t>
      </w:r>
    </w:p>
    <w:p w:rsidR="00A36BAD" w:rsidRPr="002B088E" w:rsidRDefault="00A36BAD" w:rsidP="00097BD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B088E">
        <w:rPr>
          <w:rFonts w:ascii="Times New Roman" w:hAnsi="Times New Roman"/>
          <w:sz w:val="28"/>
          <w:szCs w:val="28"/>
        </w:rPr>
        <w:t>7. Основной закон государства.</w:t>
      </w:r>
    </w:p>
    <w:p w:rsidR="00A36BAD" w:rsidRPr="002B088E" w:rsidRDefault="00A36BAD" w:rsidP="00097BD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2B088E">
        <w:rPr>
          <w:rFonts w:ascii="Times New Roman" w:hAnsi="Times New Roman"/>
          <w:sz w:val="28"/>
          <w:szCs w:val="28"/>
        </w:rPr>
        <w:t>9. Совокупность основных форм взаимодействия и объединения людей, в к</w:t>
      </w:r>
      <w:r w:rsidRPr="002B088E">
        <w:rPr>
          <w:rFonts w:ascii="Times New Roman" w:hAnsi="Times New Roman"/>
          <w:sz w:val="28"/>
          <w:szCs w:val="28"/>
        </w:rPr>
        <w:t>о</w:t>
      </w:r>
      <w:r w:rsidRPr="002B088E">
        <w:rPr>
          <w:rFonts w:ascii="Times New Roman" w:hAnsi="Times New Roman"/>
          <w:sz w:val="28"/>
          <w:szCs w:val="28"/>
        </w:rPr>
        <w:t>торой выражается их всесторонняя зависимость друг от друга</w:t>
      </w:r>
      <w:r w:rsidRPr="002B088E">
        <w:rPr>
          <w:rFonts w:ascii="Times New Roman" w:hAnsi="Times New Roman"/>
          <w:b/>
          <w:sz w:val="28"/>
          <w:szCs w:val="28"/>
        </w:rPr>
        <w:t>.</w:t>
      </w:r>
    </w:p>
    <w:p w:rsidR="00A36BAD" w:rsidRPr="002B088E" w:rsidRDefault="00A36BAD" w:rsidP="00097BD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B088E">
        <w:rPr>
          <w:rFonts w:ascii="Times New Roman" w:hAnsi="Times New Roman"/>
          <w:sz w:val="28"/>
          <w:szCs w:val="28"/>
        </w:rPr>
        <w:t>12.</w:t>
      </w:r>
      <w:r w:rsidRPr="002B088E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Об</w:t>
      </w:r>
      <w:r w:rsidRPr="002B088E">
        <w:rPr>
          <w:rFonts w:ascii="Times New Roman" w:hAnsi="Times New Roman"/>
          <w:sz w:val="28"/>
          <w:szCs w:val="28"/>
        </w:rPr>
        <w:t>ъединение людей, основанное на браке или кровном родстве</w:t>
      </w:r>
      <w:r w:rsidRPr="002B088E">
        <w:rPr>
          <w:rFonts w:ascii="Times New Roman" w:hAnsi="Times New Roman"/>
          <w:b/>
          <w:sz w:val="28"/>
          <w:szCs w:val="28"/>
        </w:rPr>
        <w:t>.</w:t>
      </w:r>
    </w:p>
    <w:p w:rsidR="00A36BAD" w:rsidRPr="002B088E" w:rsidRDefault="00A36BAD" w:rsidP="00097BD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2B088E">
        <w:rPr>
          <w:rFonts w:ascii="Times New Roman" w:hAnsi="Times New Roman"/>
          <w:sz w:val="28"/>
          <w:szCs w:val="28"/>
        </w:rPr>
        <w:t>13. Систематизированные знания, умения и навыки, приобретенные сам</w:t>
      </w:r>
      <w:r w:rsidRPr="002B088E">
        <w:rPr>
          <w:rFonts w:ascii="Times New Roman" w:hAnsi="Times New Roman"/>
          <w:sz w:val="28"/>
          <w:szCs w:val="28"/>
        </w:rPr>
        <w:t>о</w:t>
      </w:r>
      <w:r w:rsidRPr="002B088E">
        <w:rPr>
          <w:rFonts w:ascii="Times New Roman" w:hAnsi="Times New Roman"/>
          <w:sz w:val="28"/>
          <w:szCs w:val="28"/>
        </w:rPr>
        <w:t>стоятельно или в результате обучения</w:t>
      </w:r>
      <w:r w:rsidRPr="002B088E">
        <w:rPr>
          <w:rFonts w:ascii="Times New Roman" w:hAnsi="Times New Roman"/>
          <w:b/>
          <w:sz w:val="28"/>
          <w:szCs w:val="28"/>
        </w:rPr>
        <w:t>.</w:t>
      </w:r>
    </w:p>
    <w:p w:rsidR="00A36BAD" w:rsidRPr="002B088E" w:rsidRDefault="00A36BAD" w:rsidP="00097BD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B088E">
        <w:rPr>
          <w:rFonts w:ascii="Times New Roman" w:hAnsi="Times New Roman"/>
          <w:b/>
          <w:sz w:val="28"/>
          <w:szCs w:val="28"/>
        </w:rPr>
        <w:t>По вертикали</w:t>
      </w:r>
    </w:p>
    <w:p w:rsidR="00A36BAD" w:rsidRPr="002B088E" w:rsidRDefault="00A36BAD" w:rsidP="00097BD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B088E">
        <w:rPr>
          <w:rFonts w:ascii="Times New Roman" w:hAnsi="Times New Roman"/>
          <w:sz w:val="28"/>
          <w:szCs w:val="28"/>
        </w:rPr>
        <w:t>3.</w:t>
      </w:r>
      <w:r w:rsidRPr="002B088E">
        <w:rPr>
          <w:rFonts w:ascii="Times New Roman" w:hAnsi="Times New Roman"/>
        </w:rPr>
        <w:t xml:space="preserve"> </w:t>
      </w:r>
      <w:r w:rsidRPr="002B088E">
        <w:rPr>
          <w:rFonts w:ascii="Times New Roman" w:hAnsi="Times New Roman"/>
          <w:sz w:val="28"/>
          <w:szCs w:val="28"/>
        </w:rPr>
        <w:t>Предоставление денег или товаров в долг на определенный срок с уплатой процентов</w:t>
      </w:r>
      <w:r w:rsidRPr="002B088E">
        <w:rPr>
          <w:rFonts w:ascii="Times New Roman" w:hAnsi="Times New Roman"/>
          <w:b/>
          <w:sz w:val="28"/>
          <w:szCs w:val="28"/>
        </w:rPr>
        <w:t>.</w:t>
      </w:r>
    </w:p>
    <w:p w:rsidR="00A36BAD" w:rsidRPr="002B088E" w:rsidRDefault="00A36BAD" w:rsidP="00097BD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2B088E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088E">
        <w:rPr>
          <w:rFonts w:ascii="Times New Roman" w:hAnsi="Times New Roman"/>
          <w:sz w:val="28"/>
          <w:szCs w:val="28"/>
        </w:rPr>
        <w:t>Предполагаемый расчет доходов и расходов</w:t>
      </w:r>
      <w:r w:rsidRPr="002B088E">
        <w:rPr>
          <w:rFonts w:ascii="Times New Roman" w:hAnsi="Times New Roman"/>
          <w:b/>
          <w:sz w:val="28"/>
          <w:szCs w:val="28"/>
        </w:rPr>
        <w:t>.</w:t>
      </w:r>
    </w:p>
    <w:p w:rsidR="00A36BAD" w:rsidRPr="002B088E" w:rsidRDefault="00A36BAD" w:rsidP="00097BD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B088E">
        <w:rPr>
          <w:rFonts w:ascii="Times New Roman" w:hAnsi="Times New Roman"/>
          <w:sz w:val="28"/>
          <w:szCs w:val="28"/>
        </w:rPr>
        <w:t>6.</w:t>
      </w:r>
      <w:r w:rsidRPr="002B088E">
        <w:rPr>
          <w:rFonts w:ascii="Times New Roman" w:hAnsi="Times New Roman"/>
        </w:rPr>
        <w:t xml:space="preserve"> </w:t>
      </w:r>
      <w:r w:rsidRPr="002B088E">
        <w:rPr>
          <w:rFonts w:ascii="Times New Roman" w:hAnsi="Times New Roman"/>
          <w:sz w:val="28"/>
          <w:szCs w:val="28"/>
        </w:rPr>
        <w:t>Денежная единица, находящаяся в обращении.</w:t>
      </w:r>
      <w:r w:rsidRPr="002B088E">
        <w:rPr>
          <w:rFonts w:ascii="Times New Roman" w:hAnsi="Times New Roman"/>
          <w:b/>
          <w:sz w:val="28"/>
          <w:szCs w:val="28"/>
        </w:rPr>
        <w:t xml:space="preserve"> </w:t>
      </w:r>
    </w:p>
    <w:p w:rsidR="00A36BAD" w:rsidRPr="002B088E" w:rsidRDefault="00A36BAD" w:rsidP="00097BD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B088E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</w:rPr>
        <w:t xml:space="preserve"> </w:t>
      </w:r>
      <w:r w:rsidRPr="002B088E">
        <w:rPr>
          <w:rFonts w:ascii="Times New Roman" w:hAnsi="Times New Roman"/>
          <w:sz w:val="28"/>
          <w:szCs w:val="28"/>
        </w:rPr>
        <w:t xml:space="preserve">Обязательный платеж, взимаемый государством с каждого производителя товаров и услуг, владельца того или иного имущества. </w:t>
      </w:r>
    </w:p>
    <w:p w:rsidR="00A36BAD" w:rsidRPr="002B088E" w:rsidRDefault="00A36BAD" w:rsidP="00097BD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2B088E">
        <w:rPr>
          <w:rFonts w:ascii="Times New Roman" w:hAnsi="Times New Roman"/>
          <w:sz w:val="28"/>
          <w:szCs w:val="28"/>
        </w:rPr>
        <w:t>10. Имущество, принадлежащее физическому или юридическому лицу.</w:t>
      </w:r>
    </w:p>
    <w:p w:rsidR="00A36BAD" w:rsidRPr="002B088E" w:rsidRDefault="00A36BAD" w:rsidP="00097BD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B088E">
        <w:rPr>
          <w:rFonts w:ascii="Times New Roman" w:hAnsi="Times New Roman"/>
          <w:sz w:val="28"/>
          <w:szCs w:val="28"/>
        </w:rPr>
        <w:t>11.</w:t>
      </w:r>
      <w:r w:rsidRPr="002B088E">
        <w:rPr>
          <w:rFonts w:ascii="Times New Roman" w:hAnsi="Times New Roman"/>
        </w:rPr>
        <w:t xml:space="preserve"> </w:t>
      </w:r>
      <w:r w:rsidRPr="002B088E">
        <w:rPr>
          <w:rFonts w:ascii="Times New Roman" w:hAnsi="Times New Roman"/>
          <w:sz w:val="28"/>
          <w:szCs w:val="28"/>
        </w:rPr>
        <w:t>Высший орган исполнительной власти в стране</w:t>
      </w:r>
      <w:r w:rsidRPr="002B088E">
        <w:rPr>
          <w:rFonts w:ascii="Times New Roman" w:hAnsi="Times New Roman"/>
          <w:b/>
          <w:sz w:val="28"/>
          <w:szCs w:val="28"/>
        </w:rPr>
        <w:t>.</w:t>
      </w:r>
    </w:p>
    <w:p w:rsidR="00A36BAD" w:rsidRPr="002B088E" w:rsidRDefault="00A36BAD" w:rsidP="00097BD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B088E">
        <w:rPr>
          <w:rFonts w:ascii="Times New Roman" w:hAnsi="Times New Roman"/>
          <w:sz w:val="28"/>
          <w:szCs w:val="28"/>
        </w:rPr>
        <w:t>14.</w:t>
      </w:r>
      <w:r w:rsidRPr="002B088E">
        <w:rPr>
          <w:rFonts w:ascii="Times New Roman" w:hAnsi="Times New Roman"/>
        </w:rPr>
        <w:t xml:space="preserve"> </w:t>
      </w:r>
      <w:r w:rsidRPr="002B088E">
        <w:rPr>
          <w:rFonts w:ascii="Times New Roman" w:hAnsi="Times New Roman"/>
          <w:sz w:val="28"/>
          <w:szCs w:val="28"/>
        </w:rPr>
        <w:t>Место купли-продажи товаров и услуг или совокупность экономических отношений</w:t>
      </w:r>
      <w:r w:rsidRPr="002B088E">
        <w:rPr>
          <w:rFonts w:ascii="Times New Roman" w:hAnsi="Times New Roman"/>
          <w:b/>
          <w:sz w:val="28"/>
          <w:szCs w:val="28"/>
        </w:rPr>
        <w:t>.</w:t>
      </w:r>
    </w:p>
    <w:p w:rsidR="00A36BAD" w:rsidRDefault="00A36BAD" w:rsidP="00097BD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2B088E">
        <w:rPr>
          <w:rFonts w:ascii="Times New Roman" w:hAnsi="Times New Roman"/>
          <w:sz w:val="28"/>
          <w:szCs w:val="28"/>
        </w:rPr>
        <w:t>15. Устойчивая общность людей, сложившаяся исторически на основе ед</w:t>
      </w:r>
      <w:r w:rsidRPr="002B088E">
        <w:rPr>
          <w:rFonts w:ascii="Times New Roman" w:hAnsi="Times New Roman"/>
          <w:sz w:val="28"/>
          <w:szCs w:val="28"/>
        </w:rPr>
        <w:t>и</w:t>
      </w:r>
      <w:r w:rsidRPr="002B088E">
        <w:rPr>
          <w:rFonts w:ascii="Times New Roman" w:hAnsi="Times New Roman"/>
          <w:sz w:val="28"/>
          <w:szCs w:val="28"/>
        </w:rPr>
        <w:t>ной этнической судьбы, общности языка, особенностей культуры, объед</w:t>
      </w:r>
      <w:r w:rsidRPr="002B088E">
        <w:rPr>
          <w:rFonts w:ascii="Times New Roman" w:hAnsi="Times New Roman"/>
          <w:sz w:val="28"/>
          <w:szCs w:val="28"/>
        </w:rPr>
        <w:t>и</w:t>
      </w:r>
      <w:r w:rsidRPr="002B088E">
        <w:rPr>
          <w:rFonts w:ascii="Times New Roman" w:hAnsi="Times New Roman"/>
          <w:sz w:val="28"/>
          <w:szCs w:val="28"/>
        </w:rPr>
        <w:t>ненная общностью территории и экономической жизни</w:t>
      </w:r>
      <w:r w:rsidRPr="002B088E">
        <w:rPr>
          <w:rFonts w:ascii="Times New Roman" w:hAnsi="Times New Roman"/>
          <w:b/>
          <w:sz w:val="28"/>
          <w:szCs w:val="28"/>
        </w:rPr>
        <w:t>.</w:t>
      </w:r>
      <w:r w:rsidRPr="002B088E">
        <w:rPr>
          <w:rFonts w:ascii="Times New Roman" w:hAnsi="Times New Roman"/>
          <w:sz w:val="28"/>
          <w:szCs w:val="28"/>
        </w:rPr>
        <w:t xml:space="preserve">  </w:t>
      </w:r>
    </w:p>
    <w:p w:rsidR="00A36BAD" w:rsidRDefault="00A36BAD" w:rsidP="00097BD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36BAD" w:rsidRPr="00E86C32" w:rsidRDefault="00A36BAD" w:rsidP="00CA3F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86C32">
        <w:rPr>
          <w:rFonts w:ascii="Times New Roman" w:hAnsi="Times New Roman"/>
          <w:b/>
          <w:sz w:val="28"/>
          <w:szCs w:val="28"/>
        </w:rPr>
        <w:t>Сочинение-эссе</w:t>
      </w:r>
    </w:p>
    <w:p w:rsidR="00A36BAD" w:rsidRPr="00E86C32" w:rsidRDefault="00A36BAD" w:rsidP="00CA3F98">
      <w:pPr>
        <w:spacing w:after="0"/>
        <w:rPr>
          <w:rFonts w:ascii="Times New Roman" w:hAnsi="Times New Roman"/>
          <w:b/>
          <w:sz w:val="28"/>
          <w:szCs w:val="28"/>
        </w:rPr>
      </w:pPr>
      <w:r w:rsidRPr="00E86C32">
        <w:rPr>
          <w:rFonts w:ascii="Times New Roman" w:hAnsi="Times New Roman"/>
          <w:b/>
          <w:sz w:val="28"/>
          <w:szCs w:val="28"/>
        </w:rPr>
        <w:t xml:space="preserve">Критерии оценивания </w:t>
      </w:r>
    </w:p>
    <w:p w:rsidR="00A36BAD" w:rsidRPr="00E86C32" w:rsidRDefault="00A36BAD" w:rsidP="00CA3F9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1. Умение выделить проблему, поставленную автором, обоснование ее значимости для общественных наук и социальной практики.</w:t>
      </w:r>
    </w:p>
    <w:p w:rsidR="00A36BAD" w:rsidRPr="00E86C32" w:rsidRDefault="00A36BAD" w:rsidP="00CA3F9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 xml:space="preserve">2. Умение сформулировать и обосновать </w:t>
      </w:r>
      <w:r w:rsidRPr="00E86C32">
        <w:rPr>
          <w:rFonts w:ascii="Times New Roman" w:hAnsi="Times New Roman"/>
          <w:sz w:val="28"/>
          <w:szCs w:val="28"/>
          <w:u w:val="single"/>
        </w:rPr>
        <w:t>вашу собственную точку зр</w:t>
      </w:r>
      <w:r w:rsidRPr="00E86C32">
        <w:rPr>
          <w:rFonts w:ascii="Times New Roman" w:hAnsi="Times New Roman"/>
          <w:sz w:val="28"/>
          <w:szCs w:val="28"/>
          <w:u w:val="single"/>
        </w:rPr>
        <w:t>е</w:t>
      </w:r>
      <w:r w:rsidRPr="00E86C32">
        <w:rPr>
          <w:rFonts w:ascii="Times New Roman" w:hAnsi="Times New Roman"/>
          <w:sz w:val="28"/>
          <w:szCs w:val="28"/>
          <w:u w:val="single"/>
        </w:rPr>
        <w:t>ния</w:t>
      </w:r>
      <w:r w:rsidRPr="00E86C32">
        <w:rPr>
          <w:rFonts w:ascii="Times New Roman" w:hAnsi="Times New Roman"/>
          <w:sz w:val="28"/>
          <w:szCs w:val="28"/>
        </w:rPr>
        <w:t xml:space="preserve"> при раскрытии темы.</w:t>
      </w:r>
    </w:p>
    <w:p w:rsidR="00A36BAD" w:rsidRPr="00E86C32" w:rsidRDefault="00A36BAD" w:rsidP="00CA3F9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3. Уровень аргументации:</w:t>
      </w:r>
    </w:p>
    <w:p w:rsidR="00A36BAD" w:rsidRPr="00E86C32" w:rsidRDefault="00A36BAD" w:rsidP="00CA3F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а) внутреннее смысловое единство, согласованность ключевых тезисов и у</w:t>
      </w:r>
      <w:r w:rsidRPr="00E86C32">
        <w:rPr>
          <w:rFonts w:ascii="Times New Roman" w:hAnsi="Times New Roman"/>
          <w:sz w:val="28"/>
          <w:szCs w:val="28"/>
        </w:rPr>
        <w:t>т</w:t>
      </w:r>
      <w:r w:rsidRPr="00E86C32">
        <w:rPr>
          <w:rFonts w:ascii="Times New Roman" w:hAnsi="Times New Roman"/>
          <w:sz w:val="28"/>
          <w:szCs w:val="28"/>
        </w:rPr>
        <w:t>верждений, непротиворечивость суждений;</w:t>
      </w:r>
    </w:p>
    <w:p w:rsidR="00A36BAD" w:rsidRPr="00E86C32" w:rsidRDefault="00A36BAD" w:rsidP="00CA3F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б) опора на научные теории, владение понятиями курса;</w:t>
      </w:r>
    </w:p>
    <w:p w:rsidR="00A36BAD" w:rsidRPr="00E86C32" w:rsidRDefault="00A36BAD" w:rsidP="00CA3F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в) опора на факты общественной жизни, личный социальный опыт;</w:t>
      </w:r>
    </w:p>
    <w:p w:rsidR="00A36BAD" w:rsidRPr="00E86C32" w:rsidRDefault="00A36BAD" w:rsidP="00CA3F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г) примеры из произведений духовной культуры (литература, театр, кино, живопись и др.).</w:t>
      </w:r>
    </w:p>
    <w:p w:rsidR="00A36BAD" w:rsidRPr="00E86C32" w:rsidRDefault="00A36BAD" w:rsidP="00CA3F9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4. Умение сформулировать основные выводы по итогам рассмотрения темы.</w:t>
      </w:r>
    </w:p>
    <w:p w:rsidR="00A36BAD" w:rsidRPr="00E86C32" w:rsidRDefault="00A36BAD" w:rsidP="00CA3F98">
      <w:pPr>
        <w:pStyle w:val="ListParagraph1"/>
        <w:ind w:left="0" w:firstLine="0"/>
        <w:rPr>
          <w:rFonts w:ascii="Times New Roman" w:hAnsi="Times New Roman"/>
        </w:rPr>
      </w:pPr>
    </w:p>
    <w:p w:rsidR="00A36BAD" w:rsidRPr="00E86C32" w:rsidRDefault="00A36BAD" w:rsidP="00CA3F9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E86C32">
        <w:rPr>
          <w:rFonts w:ascii="Times New Roman" w:hAnsi="Times New Roman"/>
          <w:b/>
          <w:sz w:val="28"/>
          <w:szCs w:val="28"/>
        </w:rPr>
        <w:t>Темы</w:t>
      </w:r>
    </w:p>
    <w:p w:rsidR="00A36BAD" w:rsidRPr="00516AC1" w:rsidRDefault="00A36BAD" w:rsidP="00CA3F98">
      <w:pPr>
        <w:ind w:left="360"/>
        <w:rPr>
          <w:rFonts w:ascii="Times New Roman" w:hAnsi="Times New Roman"/>
          <w:b/>
          <w:sz w:val="28"/>
          <w:szCs w:val="28"/>
        </w:rPr>
      </w:pPr>
      <w:r w:rsidRPr="00516AC1">
        <w:rPr>
          <w:rFonts w:ascii="Times New Roman" w:hAnsi="Times New Roman"/>
          <w:b/>
          <w:sz w:val="28"/>
          <w:szCs w:val="28"/>
        </w:rPr>
        <w:t>Вы должны выбрать одну из тем.</w:t>
      </w:r>
    </w:p>
    <w:p w:rsidR="00A36BAD" w:rsidRPr="00E86C32" w:rsidRDefault="00A36BAD" w:rsidP="00CA3F98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86C32">
        <w:rPr>
          <w:rFonts w:ascii="Times New Roman" w:hAnsi="Times New Roman"/>
          <w:color w:val="000000"/>
          <w:sz w:val="28"/>
          <w:szCs w:val="28"/>
        </w:rPr>
        <w:t xml:space="preserve">1.  «Принцип демократии разлагается не только тогда, когда утрачивается дух равенства, но также и тогда, когда дух равенства доводится до крайности и каждый хочет быть равным тем, кого он избрал в свои правители».  </w:t>
      </w:r>
      <w:r w:rsidRPr="00E86C32">
        <w:rPr>
          <w:rFonts w:ascii="Times New Roman" w:hAnsi="Times New Roman"/>
          <w:b/>
          <w:color w:val="000000"/>
          <w:sz w:val="28"/>
          <w:szCs w:val="28"/>
        </w:rPr>
        <w:t>Мо</w:t>
      </w:r>
      <w:r w:rsidRPr="00E86C32">
        <w:rPr>
          <w:rFonts w:ascii="Times New Roman" w:hAnsi="Times New Roman"/>
          <w:b/>
          <w:color w:val="000000"/>
          <w:sz w:val="28"/>
          <w:szCs w:val="28"/>
        </w:rPr>
        <w:t>н</w:t>
      </w:r>
      <w:r w:rsidRPr="00E86C32">
        <w:rPr>
          <w:rFonts w:ascii="Times New Roman" w:hAnsi="Times New Roman"/>
          <w:b/>
          <w:color w:val="000000"/>
          <w:sz w:val="28"/>
          <w:szCs w:val="28"/>
        </w:rPr>
        <w:t>тескье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 xml:space="preserve">2. «Единственное средство удержать государство в состоянии независимости от кого-либо — это сельское хозяйство. Обладай вы хоть всеми богатствами мира, если вам нечем питаться — вы зависите от других... Торговля создает богатство, но сельское хозяйство обеспечивает свободу». </w:t>
      </w:r>
      <w:r w:rsidRPr="00E86C32">
        <w:rPr>
          <w:rFonts w:ascii="Times New Roman" w:hAnsi="Times New Roman"/>
          <w:b/>
          <w:sz w:val="28"/>
          <w:szCs w:val="28"/>
        </w:rPr>
        <w:t>Ж.Ж.Руссо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3. «Государства приобретаются либо своим, либо чужим оружием, либо м</w:t>
      </w:r>
      <w:r w:rsidRPr="00E86C32">
        <w:rPr>
          <w:rFonts w:ascii="Times New Roman" w:hAnsi="Times New Roman"/>
          <w:sz w:val="28"/>
          <w:szCs w:val="28"/>
        </w:rPr>
        <w:t>и</w:t>
      </w:r>
      <w:r w:rsidRPr="00E86C32">
        <w:rPr>
          <w:rFonts w:ascii="Times New Roman" w:hAnsi="Times New Roman"/>
          <w:sz w:val="28"/>
          <w:szCs w:val="28"/>
        </w:rPr>
        <w:t xml:space="preserve">лостью судьбы, либо доблестью». </w:t>
      </w:r>
      <w:r w:rsidRPr="00E86C32">
        <w:rPr>
          <w:rFonts w:ascii="Times New Roman" w:hAnsi="Times New Roman"/>
          <w:b/>
          <w:sz w:val="28"/>
          <w:szCs w:val="28"/>
        </w:rPr>
        <w:t>Н. Макиавелли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4. «Для того чтобы выучиться говорить правду людям, надо научиться гов</w:t>
      </w:r>
      <w:r w:rsidRPr="00E86C32">
        <w:rPr>
          <w:rFonts w:ascii="Times New Roman" w:hAnsi="Times New Roman"/>
          <w:sz w:val="28"/>
          <w:szCs w:val="28"/>
        </w:rPr>
        <w:t>о</w:t>
      </w:r>
      <w:r w:rsidRPr="00E86C32">
        <w:rPr>
          <w:rFonts w:ascii="Times New Roman" w:hAnsi="Times New Roman"/>
          <w:sz w:val="28"/>
          <w:szCs w:val="28"/>
        </w:rPr>
        <w:t xml:space="preserve">рить ее самому себе». </w:t>
      </w:r>
      <w:r w:rsidRPr="00E86C32">
        <w:rPr>
          <w:rFonts w:ascii="Times New Roman" w:hAnsi="Times New Roman"/>
          <w:b/>
          <w:sz w:val="28"/>
          <w:szCs w:val="28"/>
        </w:rPr>
        <w:t>Л.Н. Толстой</w:t>
      </w:r>
    </w:p>
    <w:p w:rsidR="00A36BAD" w:rsidRPr="00E86C32" w:rsidRDefault="00A36BAD" w:rsidP="00CA3F98">
      <w:pPr>
        <w:jc w:val="both"/>
        <w:rPr>
          <w:rFonts w:ascii="Times New Roman" w:hAnsi="Times New Roman"/>
          <w:b/>
          <w:sz w:val="28"/>
          <w:szCs w:val="28"/>
        </w:rPr>
      </w:pPr>
      <w:r w:rsidRPr="00E86C32">
        <w:rPr>
          <w:rFonts w:ascii="Times New Roman" w:hAnsi="Times New Roman"/>
          <w:sz w:val="27"/>
          <w:szCs w:val="27"/>
        </w:rPr>
        <w:t>5. «</w:t>
      </w:r>
      <w:r w:rsidRPr="00E86C32">
        <w:rPr>
          <w:rFonts w:ascii="Times New Roman" w:hAnsi="Times New Roman"/>
          <w:sz w:val="28"/>
          <w:szCs w:val="28"/>
        </w:rPr>
        <w:t>Закон обнаруживает свое благотворное действие лишь тем, кто ему пов</w:t>
      </w:r>
      <w:r w:rsidRPr="00E86C32">
        <w:rPr>
          <w:rFonts w:ascii="Times New Roman" w:hAnsi="Times New Roman"/>
          <w:sz w:val="28"/>
          <w:szCs w:val="28"/>
        </w:rPr>
        <w:t>и</w:t>
      </w:r>
      <w:r w:rsidRPr="00E86C32">
        <w:rPr>
          <w:rFonts w:ascii="Times New Roman" w:hAnsi="Times New Roman"/>
          <w:sz w:val="28"/>
          <w:szCs w:val="28"/>
        </w:rPr>
        <w:t>нуется</w:t>
      </w:r>
      <w:r w:rsidRPr="00E86C32">
        <w:rPr>
          <w:rFonts w:ascii="Times New Roman" w:hAnsi="Times New Roman"/>
          <w:sz w:val="27"/>
          <w:szCs w:val="27"/>
        </w:rPr>
        <w:t xml:space="preserve">». </w:t>
      </w:r>
      <w:r w:rsidRPr="00E86C32">
        <w:rPr>
          <w:rFonts w:ascii="Times New Roman" w:hAnsi="Times New Roman"/>
          <w:b/>
          <w:sz w:val="28"/>
          <w:szCs w:val="28"/>
        </w:rPr>
        <w:t>Демокрит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/>
          <w:sz w:val="28"/>
          <w:szCs w:val="28"/>
        </w:rPr>
        <w:t>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_________________________________________________</w:t>
      </w:r>
      <w:r>
        <w:rPr>
          <w:rFonts w:ascii="Times New Roman" w:hAnsi="Times New Roman"/>
          <w:sz w:val="28"/>
          <w:szCs w:val="28"/>
        </w:rPr>
        <w:t>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spacing w:line="360" w:lineRule="atLeast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spacing w:line="360" w:lineRule="atLeast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spacing w:line="360" w:lineRule="atLeast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/>
          <w:sz w:val="28"/>
          <w:szCs w:val="28"/>
        </w:rPr>
        <w:t>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_____________________________________</w:t>
      </w:r>
      <w:r>
        <w:rPr>
          <w:rFonts w:ascii="Times New Roman" w:hAnsi="Times New Roman"/>
          <w:sz w:val="28"/>
          <w:szCs w:val="28"/>
        </w:rPr>
        <w:t>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CA3F98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B22D0D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/>
          <w:sz w:val="28"/>
          <w:szCs w:val="28"/>
        </w:rPr>
        <w:t>_____________</w:t>
      </w:r>
    </w:p>
    <w:p w:rsidR="00A36BAD" w:rsidRPr="00E86C32" w:rsidRDefault="00A36BAD" w:rsidP="00B22D0D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B22D0D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B22D0D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B22D0D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_____________________________________</w:t>
      </w:r>
      <w:r>
        <w:rPr>
          <w:rFonts w:ascii="Times New Roman" w:hAnsi="Times New Roman"/>
          <w:sz w:val="28"/>
          <w:szCs w:val="28"/>
        </w:rPr>
        <w:t>_____________________________</w:t>
      </w:r>
    </w:p>
    <w:p w:rsidR="00A36BAD" w:rsidRPr="00E86C32" w:rsidRDefault="00A36BAD" w:rsidP="00B22D0D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B22D0D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B22D0D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B22D0D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B22D0D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B22D0D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E86C32" w:rsidRDefault="00A36BAD" w:rsidP="00B22D0D">
      <w:pPr>
        <w:jc w:val="both"/>
        <w:rPr>
          <w:rFonts w:ascii="Times New Roman" w:hAnsi="Times New Roman"/>
          <w:sz w:val="28"/>
          <w:szCs w:val="28"/>
        </w:rPr>
      </w:pPr>
      <w:r w:rsidRPr="00E86C3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36BAD" w:rsidRPr="002B088E" w:rsidRDefault="00A36BAD" w:rsidP="00097BD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A36BAD" w:rsidRPr="002B088E" w:rsidSect="00375239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BAD" w:rsidRDefault="00A36BAD">
      <w:r>
        <w:separator/>
      </w:r>
    </w:p>
  </w:endnote>
  <w:endnote w:type="continuationSeparator" w:id="1">
    <w:p w:rsidR="00A36BAD" w:rsidRDefault="00A36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BAD" w:rsidRDefault="00A36BAD" w:rsidP="00A123F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6BAD" w:rsidRDefault="00A36BAD" w:rsidP="00097BD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BAD" w:rsidRDefault="00A36BAD" w:rsidP="00A123F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A36BAD" w:rsidRDefault="00A36BAD" w:rsidP="00097BD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BAD" w:rsidRDefault="00A36BAD">
      <w:r>
        <w:separator/>
      </w:r>
    </w:p>
  </w:footnote>
  <w:footnote w:type="continuationSeparator" w:id="1">
    <w:p w:rsidR="00A36BAD" w:rsidRDefault="00A36B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6219B"/>
    <w:multiLevelType w:val="hybridMultilevel"/>
    <w:tmpl w:val="632E33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4177BA"/>
    <w:multiLevelType w:val="hybridMultilevel"/>
    <w:tmpl w:val="E77AF6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EE024C1"/>
    <w:multiLevelType w:val="hybridMultilevel"/>
    <w:tmpl w:val="E77AF6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DD512D5"/>
    <w:multiLevelType w:val="hybridMultilevel"/>
    <w:tmpl w:val="D3528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02B1208"/>
    <w:multiLevelType w:val="hybridMultilevel"/>
    <w:tmpl w:val="AAD4FBF4"/>
    <w:lvl w:ilvl="0" w:tplc="3070AE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15A174F"/>
    <w:multiLevelType w:val="hybridMultilevel"/>
    <w:tmpl w:val="DB8E60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7562DD3"/>
    <w:multiLevelType w:val="hybridMultilevel"/>
    <w:tmpl w:val="A3FED16C"/>
    <w:lvl w:ilvl="0" w:tplc="ADF4030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CBC3C2A"/>
    <w:multiLevelType w:val="hybridMultilevel"/>
    <w:tmpl w:val="411AE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2A61110"/>
    <w:multiLevelType w:val="hybridMultilevel"/>
    <w:tmpl w:val="9EDCE2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5617B67"/>
    <w:multiLevelType w:val="hybridMultilevel"/>
    <w:tmpl w:val="BE6E1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9"/>
  </w:num>
  <w:num w:numId="9">
    <w:abstractNumId w:val="0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5413"/>
    <w:rsid w:val="00011A5A"/>
    <w:rsid w:val="000763D6"/>
    <w:rsid w:val="00097BD3"/>
    <w:rsid w:val="0018566D"/>
    <w:rsid w:val="001E1A1C"/>
    <w:rsid w:val="001E4DAB"/>
    <w:rsid w:val="00226E6E"/>
    <w:rsid w:val="0023071B"/>
    <w:rsid w:val="00271346"/>
    <w:rsid w:val="002B088E"/>
    <w:rsid w:val="002E200D"/>
    <w:rsid w:val="002F3473"/>
    <w:rsid w:val="003450A9"/>
    <w:rsid w:val="00365DEE"/>
    <w:rsid w:val="00375239"/>
    <w:rsid w:val="003C015E"/>
    <w:rsid w:val="003C299D"/>
    <w:rsid w:val="003D67A2"/>
    <w:rsid w:val="004032AA"/>
    <w:rsid w:val="0042799C"/>
    <w:rsid w:val="0043308C"/>
    <w:rsid w:val="004468C1"/>
    <w:rsid w:val="00485C88"/>
    <w:rsid w:val="004A39BA"/>
    <w:rsid w:val="004B5413"/>
    <w:rsid w:val="004E1E39"/>
    <w:rsid w:val="00516AC1"/>
    <w:rsid w:val="00523B54"/>
    <w:rsid w:val="005525FC"/>
    <w:rsid w:val="005835E8"/>
    <w:rsid w:val="005C0808"/>
    <w:rsid w:val="005D5D4F"/>
    <w:rsid w:val="005F6211"/>
    <w:rsid w:val="006464C0"/>
    <w:rsid w:val="0064716B"/>
    <w:rsid w:val="006A7B62"/>
    <w:rsid w:val="00717591"/>
    <w:rsid w:val="007425D3"/>
    <w:rsid w:val="007971B1"/>
    <w:rsid w:val="00814BBA"/>
    <w:rsid w:val="008C2619"/>
    <w:rsid w:val="00923290"/>
    <w:rsid w:val="009279B0"/>
    <w:rsid w:val="009343B6"/>
    <w:rsid w:val="00A10081"/>
    <w:rsid w:val="00A123F9"/>
    <w:rsid w:val="00A22531"/>
    <w:rsid w:val="00A36BAD"/>
    <w:rsid w:val="00A57961"/>
    <w:rsid w:val="00A82D6A"/>
    <w:rsid w:val="00B03ABD"/>
    <w:rsid w:val="00B22D0D"/>
    <w:rsid w:val="00B755B1"/>
    <w:rsid w:val="00B93F34"/>
    <w:rsid w:val="00BF5AE2"/>
    <w:rsid w:val="00CA3F98"/>
    <w:rsid w:val="00CC262A"/>
    <w:rsid w:val="00D445CB"/>
    <w:rsid w:val="00D62AF4"/>
    <w:rsid w:val="00D70D49"/>
    <w:rsid w:val="00D9625F"/>
    <w:rsid w:val="00DA2763"/>
    <w:rsid w:val="00DC718A"/>
    <w:rsid w:val="00DE7558"/>
    <w:rsid w:val="00E103D4"/>
    <w:rsid w:val="00E24EDE"/>
    <w:rsid w:val="00E3341F"/>
    <w:rsid w:val="00E86C32"/>
    <w:rsid w:val="00F33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25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B5413"/>
    <w:pPr>
      <w:ind w:left="720"/>
      <w:contextualSpacing/>
    </w:pPr>
  </w:style>
  <w:style w:type="table" w:styleId="TableGrid">
    <w:name w:val="Table Grid"/>
    <w:basedOn w:val="TableNormal"/>
    <w:uiPriority w:val="99"/>
    <w:rsid w:val="004B541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97BD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755B1"/>
    <w:rPr>
      <w:rFonts w:cs="Times New Roman"/>
    </w:rPr>
  </w:style>
  <w:style w:type="character" w:styleId="PageNumber">
    <w:name w:val="page number"/>
    <w:basedOn w:val="DefaultParagraphFont"/>
    <w:uiPriority w:val="99"/>
    <w:rsid w:val="00097BD3"/>
    <w:rPr>
      <w:rFonts w:cs="Times New Roman"/>
    </w:rPr>
  </w:style>
  <w:style w:type="paragraph" w:customStyle="1" w:styleId="ListParagraph1">
    <w:name w:val="List Paragraph1"/>
    <w:basedOn w:val="Normal"/>
    <w:uiPriority w:val="99"/>
    <w:rsid w:val="00CA3F98"/>
    <w:pPr>
      <w:spacing w:after="0" w:line="240" w:lineRule="auto"/>
      <w:ind w:left="720" w:firstLine="902"/>
      <w:contextualSpacing/>
      <w:jc w:val="both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9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</TotalTime>
  <Pages>10</Pages>
  <Words>2197</Words>
  <Characters>12529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ЕГ</cp:lastModifiedBy>
  <cp:revision>20</cp:revision>
  <dcterms:created xsi:type="dcterms:W3CDTF">2013-10-19T09:10:00Z</dcterms:created>
  <dcterms:modified xsi:type="dcterms:W3CDTF">2013-10-23T10:37:00Z</dcterms:modified>
</cp:coreProperties>
</file>